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6175" w14:textId="77777777" w:rsidR="0039677B" w:rsidRPr="002403C8" w:rsidRDefault="0039677B" w:rsidP="0039677B">
      <w:pPr>
        <w:tabs>
          <w:tab w:val="left" w:pos="1560"/>
        </w:tabs>
        <w:ind w:left="567" w:right="-1"/>
        <w:rPr>
          <w:rFonts w:ascii="Verdana" w:hAnsi="Verdana" w:cs="Arial"/>
          <w:b/>
          <w:bCs/>
          <w:sz w:val="20"/>
          <w:szCs w:val="20"/>
          <w:lang w:val="fr-FR"/>
        </w:rPr>
        <w:sectPr w:rsidR="0039677B" w:rsidRPr="002403C8" w:rsidSect="00542854">
          <w:headerReference w:type="even" r:id="rId11"/>
          <w:headerReference w:type="default" r:id="rId12"/>
          <w:headerReference w:type="first" r:id="rId13"/>
          <w:pgSz w:w="11906" w:h="16838" w:code="9"/>
          <w:pgMar w:top="454" w:right="425" w:bottom="1440" w:left="425" w:header="709" w:footer="709" w:gutter="0"/>
          <w:cols w:space="720"/>
          <w:titlePg/>
        </w:sectPr>
      </w:pPr>
    </w:p>
    <w:p w14:paraId="41506F64" w14:textId="77777777" w:rsidR="0039677B" w:rsidRPr="002403C8" w:rsidRDefault="0039677B" w:rsidP="003E4FFF">
      <w:pPr>
        <w:widowControl w:val="0"/>
        <w:tabs>
          <w:tab w:val="right" w:pos="9639"/>
        </w:tabs>
        <w:snapToGrid w:val="0"/>
        <w:outlineLvl w:val="0"/>
        <w:rPr>
          <w:rFonts w:ascii="Verdana" w:hAnsi="Verdana" w:cs="Arial"/>
          <w:sz w:val="20"/>
          <w:szCs w:val="20"/>
          <w:lang w:val="fr-FR"/>
        </w:rPr>
      </w:pPr>
    </w:p>
    <w:p w14:paraId="45CE1769" w14:textId="77777777" w:rsidR="00467491" w:rsidRPr="002403C8" w:rsidRDefault="00467491" w:rsidP="00467491">
      <w:pPr>
        <w:pStyle w:val="Title"/>
        <w:rPr>
          <w:rFonts w:ascii="Verdana" w:hAnsi="Verdana"/>
          <w:sz w:val="20"/>
          <w:szCs w:val="20"/>
        </w:rPr>
      </w:pPr>
    </w:p>
    <w:p w14:paraId="0E64E6F2" w14:textId="55909C95" w:rsidR="00467491" w:rsidRDefault="00307709" w:rsidP="00467491">
      <w:pPr>
        <w:pStyle w:val="Title"/>
        <w:rPr>
          <w:rFonts w:ascii="Verdana" w:hAnsi="Verdana"/>
          <w:color w:val="365F91" w:themeColor="accent1" w:themeShade="BF"/>
          <w:sz w:val="28"/>
          <w:szCs w:val="28"/>
        </w:rPr>
      </w:pPr>
      <w:r>
        <w:rPr>
          <w:rFonts w:ascii="Verdana" w:hAnsi="Verdana"/>
          <w:color w:val="365F91" w:themeColor="accent1" w:themeShade="BF"/>
          <w:sz w:val="28"/>
          <w:szCs w:val="28"/>
        </w:rPr>
        <w:t>TERMS OF REFERENCE</w:t>
      </w:r>
    </w:p>
    <w:p w14:paraId="27D3E5F5" w14:textId="77777777" w:rsidR="00307709" w:rsidRDefault="00307709" w:rsidP="00467491">
      <w:pPr>
        <w:pStyle w:val="Title"/>
        <w:rPr>
          <w:rFonts w:ascii="Verdana" w:hAnsi="Verdana"/>
          <w:color w:val="365F91" w:themeColor="accent1" w:themeShade="BF"/>
          <w:sz w:val="28"/>
          <w:szCs w:val="28"/>
        </w:rPr>
      </w:pPr>
    </w:p>
    <w:p w14:paraId="24EEE578" w14:textId="3BB79AB9" w:rsidR="00307709" w:rsidRPr="00307709" w:rsidRDefault="00307709" w:rsidP="00307709">
      <w:pPr>
        <w:pStyle w:val="Title"/>
        <w:rPr>
          <w:rFonts w:ascii="Verdana" w:hAnsi="Verdana"/>
          <w:color w:val="365F91" w:themeColor="accent1" w:themeShade="BF"/>
          <w:sz w:val="28"/>
          <w:szCs w:val="28"/>
        </w:rPr>
      </w:pPr>
      <w:r w:rsidRPr="00307709">
        <w:rPr>
          <w:rFonts w:ascii="Verdana" w:hAnsi="Verdana"/>
          <w:color w:val="365F91" w:themeColor="accent1" w:themeShade="BF"/>
          <w:sz w:val="28"/>
          <w:szCs w:val="28"/>
        </w:rPr>
        <w:t xml:space="preserve">Junior Professional Officer (JPO) </w:t>
      </w:r>
    </w:p>
    <w:p w14:paraId="7BE5F532" w14:textId="58826519" w:rsidR="00307709" w:rsidRPr="00307709" w:rsidRDefault="00647785" w:rsidP="00307709">
      <w:pPr>
        <w:pStyle w:val="Title"/>
        <w:rPr>
          <w:rFonts w:ascii="Verdana" w:hAnsi="Verdana"/>
          <w:color w:val="365F91" w:themeColor="accent1" w:themeShade="BF"/>
          <w:sz w:val="28"/>
          <w:szCs w:val="28"/>
        </w:rPr>
      </w:pPr>
      <w:r w:rsidRPr="00647785">
        <w:rPr>
          <w:rFonts w:ascii="Verdana" w:hAnsi="Verdana"/>
          <w:color w:val="365F91" w:themeColor="accent1" w:themeShade="BF"/>
          <w:sz w:val="28"/>
          <w:szCs w:val="28"/>
        </w:rPr>
        <w:t xml:space="preserve">Associate Coordination Officer (Regional Office's Infrastructure </w:t>
      </w:r>
      <w:r>
        <w:rPr>
          <w:rFonts w:ascii="Verdana" w:hAnsi="Verdana"/>
          <w:color w:val="365F91" w:themeColor="accent1" w:themeShade="BF"/>
          <w:sz w:val="28"/>
          <w:szCs w:val="28"/>
        </w:rPr>
        <w:t>and</w:t>
      </w:r>
      <w:r w:rsidRPr="00647785">
        <w:rPr>
          <w:rFonts w:ascii="Verdana" w:hAnsi="Verdana"/>
          <w:color w:val="365F91" w:themeColor="accent1" w:themeShade="BF"/>
          <w:sz w:val="28"/>
          <w:szCs w:val="28"/>
        </w:rPr>
        <w:t xml:space="preserve"> Service)</w:t>
      </w:r>
      <w:r>
        <w:rPr>
          <w:rFonts w:ascii="Verdana" w:hAnsi="Verdana"/>
          <w:color w:val="365F91" w:themeColor="accent1" w:themeShade="BF"/>
          <w:sz w:val="28"/>
          <w:szCs w:val="28"/>
        </w:rPr>
        <w:t xml:space="preserve"> </w:t>
      </w:r>
      <w:r w:rsidR="00307709" w:rsidRPr="00307709">
        <w:rPr>
          <w:rFonts w:ascii="Verdana" w:hAnsi="Verdana"/>
          <w:color w:val="365F91" w:themeColor="accent1" w:themeShade="BF"/>
          <w:sz w:val="28"/>
          <w:szCs w:val="28"/>
        </w:rPr>
        <w:t>P2</w:t>
      </w:r>
    </w:p>
    <w:p w14:paraId="660D3D20" w14:textId="77777777" w:rsidR="00307709" w:rsidRPr="002403C8" w:rsidRDefault="00307709" w:rsidP="00467491">
      <w:pPr>
        <w:pStyle w:val="Title"/>
        <w:rPr>
          <w:rFonts w:ascii="Verdana" w:hAnsi="Verdana"/>
          <w:color w:val="365F91" w:themeColor="accent1" w:themeShade="BF"/>
          <w:sz w:val="28"/>
          <w:szCs w:val="28"/>
        </w:rPr>
      </w:pPr>
    </w:p>
    <w:p w14:paraId="4FFC968C" w14:textId="77777777" w:rsidR="00467491" w:rsidRPr="002403C8" w:rsidRDefault="00467491" w:rsidP="00467491">
      <w:pPr>
        <w:pStyle w:val="Title"/>
        <w:rPr>
          <w:rFonts w:ascii="Verdana" w:hAnsi="Verdana"/>
          <w:sz w:val="20"/>
          <w:szCs w:val="20"/>
        </w:rPr>
      </w:pPr>
    </w:p>
    <w:p w14:paraId="28286163" w14:textId="77777777" w:rsidR="00467491" w:rsidRPr="002403C8" w:rsidRDefault="00467491" w:rsidP="00467491">
      <w:pPr>
        <w:jc w:val="center"/>
        <w:rPr>
          <w:rFonts w:ascii="Verdana" w:hAnsi="Verdana"/>
          <w:sz w:val="20"/>
          <w:szCs w:val="20"/>
        </w:rPr>
      </w:pPr>
    </w:p>
    <w:p w14:paraId="215C71DC" w14:textId="32D8D912" w:rsidR="00F36126" w:rsidRPr="0065706F" w:rsidRDefault="00467491" w:rsidP="00467491">
      <w:pPr>
        <w:rPr>
          <w:rFonts w:ascii="Verdana" w:hAnsi="Verdana"/>
          <w:shd w:val="clear" w:color="auto" w:fill="FFFFFF"/>
        </w:rPr>
      </w:pPr>
      <w:r w:rsidRPr="0065706F">
        <w:rPr>
          <w:rFonts w:ascii="Verdana" w:hAnsi="Verdana"/>
          <w:b/>
          <w:bCs/>
          <w:color w:val="365F91" w:themeColor="accent1" w:themeShade="BF"/>
        </w:rPr>
        <w:t xml:space="preserve">Organizational </w:t>
      </w:r>
      <w:r w:rsidR="00F36126" w:rsidRPr="0065706F">
        <w:rPr>
          <w:rFonts w:ascii="Verdana" w:hAnsi="Verdana"/>
          <w:b/>
          <w:bCs/>
          <w:color w:val="365F91" w:themeColor="accent1" w:themeShade="BF"/>
        </w:rPr>
        <w:t>Unit</w:t>
      </w:r>
      <w:r w:rsidRPr="0065706F">
        <w:rPr>
          <w:rFonts w:ascii="Verdana" w:hAnsi="Verdana"/>
          <w:b/>
          <w:bCs/>
          <w:color w:val="365F91" w:themeColor="accent1" w:themeShade="BF"/>
        </w:rPr>
        <w:t>:</w:t>
      </w:r>
      <w:r w:rsidRPr="0065706F">
        <w:rPr>
          <w:rFonts w:ascii="Verdana" w:hAnsi="Verdana"/>
          <w:shd w:val="clear" w:color="auto" w:fill="FFFFFF"/>
        </w:rPr>
        <w:t xml:space="preserve"> </w:t>
      </w:r>
    </w:p>
    <w:p w14:paraId="440C5730" w14:textId="77777777" w:rsidR="00F36126" w:rsidRDefault="00F36126" w:rsidP="00467491">
      <w:pPr>
        <w:rPr>
          <w:rFonts w:ascii="Verdana" w:hAnsi="Verdana"/>
          <w:sz w:val="20"/>
          <w:szCs w:val="20"/>
          <w:shd w:val="clear" w:color="auto" w:fill="FFFFFF"/>
        </w:rPr>
      </w:pPr>
    </w:p>
    <w:p w14:paraId="049DB5A2" w14:textId="7F95026F" w:rsidR="00F36126" w:rsidRDefault="005659B3" w:rsidP="00467491">
      <w:pPr>
        <w:rPr>
          <w:rFonts w:ascii="Verdana" w:hAnsi="Verdana"/>
          <w:sz w:val="20"/>
          <w:szCs w:val="20"/>
          <w:shd w:val="clear" w:color="auto" w:fill="FFFFFF"/>
        </w:rPr>
      </w:pPr>
      <w:r w:rsidRPr="004D4ED4">
        <w:rPr>
          <w:rFonts w:ascii="Verdana" w:hAnsi="Verdana"/>
          <w:sz w:val="20"/>
          <w:szCs w:val="20"/>
          <w:shd w:val="clear" w:color="auto" w:fill="FFFFFF"/>
        </w:rPr>
        <w:t>Member Services and Development Department (MS),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 xml:space="preserve"> WMO Regional Office for Asia and the South-West Pacific (RAP)</w:t>
      </w:r>
    </w:p>
    <w:p w14:paraId="29AAFDA8" w14:textId="77777777" w:rsidR="005659B3" w:rsidRPr="002403C8" w:rsidRDefault="005659B3" w:rsidP="00467491">
      <w:pPr>
        <w:rPr>
          <w:rFonts w:ascii="Verdana" w:hAnsi="Verdana"/>
          <w:sz w:val="20"/>
          <w:szCs w:val="20"/>
        </w:rPr>
      </w:pPr>
    </w:p>
    <w:p w14:paraId="0D0FE317" w14:textId="7CD5D853" w:rsidR="00F36126" w:rsidRPr="0065706F" w:rsidRDefault="00467491" w:rsidP="00467491">
      <w:pPr>
        <w:rPr>
          <w:rFonts w:ascii="Verdana" w:hAnsi="Verdana"/>
          <w:shd w:val="clear" w:color="auto" w:fill="FFFFFF"/>
        </w:rPr>
      </w:pPr>
      <w:r w:rsidRPr="0065706F">
        <w:rPr>
          <w:rFonts w:ascii="Verdana" w:hAnsi="Verdana"/>
          <w:b/>
          <w:bCs/>
          <w:color w:val="365F91" w:themeColor="accent1" w:themeShade="BF"/>
        </w:rPr>
        <w:t xml:space="preserve">Responsibilities: </w:t>
      </w:r>
    </w:p>
    <w:p w14:paraId="2FE19B59" w14:textId="77777777" w:rsidR="00017516" w:rsidRPr="002403C8" w:rsidRDefault="00017516" w:rsidP="00467491">
      <w:pPr>
        <w:rPr>
          <w:rFonts w:ascii="Verdana" w:hAnsi="Verdana"/>
          <w:sz w:val="20"/>
          <w:szCs w:val="20"/>
          <w:shd w:val="clear" w:color="auto" w:fill="FFFFFF"/>
        </w:rPr>
      </w:pPr>
    </w:p>
    <w:p w14:paraId="60BE26E2" w14:textId="632B39F3" w:rsid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 xml:space="preserve">Under the supervision of the Regional Officer, the JPO will perform the following duties: </w:t>
      </w:r>
    </w:p>
    <w:p w14:paraId="0C5B107F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</w:p>
    <w:p w14:paraId="79E69C57" w14:textId="1C949D39" w:rsid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>•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ab/>
        <w:t xml:space="preserve">Assist in coordinating and monitoring the implementation of the regional Operating Plan in RA II and RA V, ensuring that all relevant parties are engaged and </w:t>
      </w:r>
      <w:proofErr w:type="gramStart"/>
      <w:r w:rsidRPr="005659B3">
        <w:rPr>
          <w:rFonts w:ascii="Verdana" w:hAnsi="Verdana"/>
          <w:sz w:val="20"/>
          <w:szCs w:val="20"/>
          <w:shd w:val="clear" w:color="auto" w:fill="FFFFFF"/>
        </w:rPr>
        <w:t>up-to-date</w:t>
      </w:r>
      <w:proofErr w:type="gramEnd"/>
      <w:r w:rsidRPr="005659B3">
        <w:rPr>
          <w:rFonts w:ascii="Verdana" w:hAnsi="Verdana"/>
          <w:sz w:val="20"/>
          <w:szCs w:val="20"/>
          <w:shd w:val="clear" w:color="auto" w:fill="FFFFFF"/>
        </w:rPr>
        <w:t xml:space="preserve"> on progress.</w:t>
      </w:r>
    </w:p>
    <w:p w14:paraId="0C605952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</w:p>
    <w:p w14:paraId="1F08B98E" w14:textId="674F4872" w:rsid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>•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ab/>
        <w:t>Co-design and utilize a monitoring and reporting dashboard with WGs and ETs, providing technical assistance as needed.</w:t>
      </w:r>
    </w:p>
    <w:p w14:paraId="679B3D51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</w:p>
    <w:p w14:paraId="2CC3517B" w14:textId="498C2896" w:rsid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>•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ab/>
        <w:t>Support the implementation and update of the Partnership Strategy in RA II, liaising with relevant stakeholders and helping to facilitate collaboration between partners.</w:t>
      </w:r>
    </w:p>
    <w:p w14:paraId="20FDEC5E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</w:p>
    <w:p w14:paraId="5C19ADCE" w14:textId="48619EE0" w:rsid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>•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ab/>
        <w:t>Mobilize a similar partnership approach for RA V, working with relevant stakeholders to ensure a coordinated and effective approach.</w:t>
      </w:r>
    </w:p>
    <w:p w14:paraId="6418D136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</w:p>
    <w:p w14:paraId="602D94AC" w14:textId="271EFCA7" w:rsid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>•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ab/>
        <w:t>Provide general support to high-level Task Teams of RAs, including logistical assistance, data analysis, and report writing.</w:t>
      </w:r>
    </w:p>
    <w:p w14:paraId="6ACF6C0E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</w:p>
    <w:p w14:paraId="4FAD6659" w14:textId="77777777" w:rsidR="005659B3" w:rsidRPr="005659B3" w:rsidRDefault="005659B3" w:rsidP="005659B3">
      <w:pPr>
        <w:rPr>
          <w:rFonts w:ascii="Verdana" w:hAnsi="Verdana"/>
          <w:sz w:val="20"/>
          <w:szCs w:val="20"/>
          <w:shd w:val="clear" w:color="auto" w:fill="FFFFFF"/>
        </w:rPr>
      </w:pPr>
      <w:r w:rsidRPr="005659B3">
        <w:rPr>
          <w:rFonts w:ascii="Verdana" w:hAnsi="Verdana"/>
          <w:sz w:val="20"/>
          <w:szCs w:val="20"/>
          <w:shd w:val="clear" w:color="auto" w:fill="FFFFFF"/>
        </w:rPr>
        <w:t>•</w:t>
      </w:r>
      <w:r w:rsidRPr="005659B3">
        <w:rPr>
          <w:rFonts w:ascii="Verdana" w:hAnsi="Verdana"/>
          <w:sz w:val="20"/>
          <w:szCs w:val="20"/>
          <w:shd w:val="clear" w:color="auto" w:fill="FFFFFF"/>
        </w:rPr>
        <w:tab/>
        <w:t>Carry out other relevant duties as required.</w:t>
      </w:r>
    </w:p>
    <w:p w14:paraId="093DD7B8" w14:textId="55A042F1" w:rsidR="00A64E1B" w:rsidRDefault="00A64E1B" w:rsidP="00A64E1B">
      <w:pPr>
        <w:rPr>
          <w:rFonts w:ascii="Verdana" w:hAnsi="Verdana"/>
          <w:sz w:val="20"/>
          <w:szCs w:val="20"/>
        </w:rPr>
      </w:pPr>
    </w:p>
    <w:p w14:paraId="0D5C063B" w14:textId="77777777" w:rsidR="00017516" w:rsidRPr="00E14BE5" w:rsidRDefault="00017516" w:rsidP="00E14BE5">
      <w:pPr>
        <w:rPr>
          <w:rFonts w:ascii="Verdana" w:hAnsi="Verdana"/>
          <w:sz w:val="20"/>
          <w:szCs w:val="20"/>
        </w:rPr>
      </w:pPr>
    </w:p>
    <w:p w14:paraId="0F51FB58" w14:textId="77777777" w:rsidR="002F0D87" w:rsidRPr="002403C8" w:rsidRDefault="002F0D87" w:rsidP="002F0D87">
      <w:pPr>
        <w:ind w:right="360"/>
        <w:jc w:val="both"/>
        <w:rPr>
          <w:rFonts w:ascii="Verdana" w:hAnsi="Verdana"/>
          <w:sz w:val="20"/>
          <w:szCs w:val="20"/>
        </w:rPr>
      </w:pPr>
    </w:p>
    <w:p w14:paraId="5724270C" w14:textId="77777777" w:rsidR="002F0D87" w:rsidRPr="0065706F" w:rsidRDefault="002F0D87" w:rsidP="002F0D87">
      <w:pPr>
        <w:tabs>
          <w:tab w:val="left" w:pos="-360"/>
        </w:tabs>
        <w:ind w:left="1418" w:right="360" w:hanging="1418"/>
        <w:jc w:val="both"/>
        <w:rPr>
          <w:rFonts w:ascii="Verdana" w:hAnsi="Verdana"/>
          <w:b/>
          <w:color w:val="365F91"/>
        </w:rPr>
      </w:pPr>
      <w:r w:rsidRPr="0065706F">
        <w:rPr>
          <w:rFonts w:ascii="Verdana" w:hAnsi="Verdana"/>
          <w:b/>
          <w:color w:val="365F91"/>
        </w:rPr>
        <w:t>Qualifications:</w:t>
      </w:r>
    </w:p>
    <w:p w14:paraId="20FAED86" w14:textId="77777777" w:rsidR="002F0D87" w:rsidRPr="002403C8" w:rsidRDefault="002F0D87" w:rsidP="002F0D87">
      <w:pPr>
        <w:tabs>
          <w:tab w:val="left" w:pos="-360"/>
        </w:tabs>
        <w:ind w:left="1418" w:right="360" w:hanging="1418"/>
        <w:rPr>
          <w:rFonts w:ascii="Verdana" w:hAnsi="Verdana"/>
          <w:b/>
          <w:sz w:val="20"/>
          <w:szCs w:val="20"/>
        </w:rPr>
      </w:pPr>
    </w:p>
    <w:p w14:paraId="6CBBD253" w14:textId="77777777" w:rsidR="005659B3" w:rsidRDefault="002F0D87" w:rsidP="005659B3">
      <w:pPr>
        <w:widowControl w:val="0"/>
        <w:tabs>
          <w:tab w:val="left" w:pos="720"/>
          <w:tab w:val="left" w:pos="1440"/>
          <w:tab w:val="left" w:pos="6480"/>
        </w:tabs>
        <w:snapToGrid w:val="0"/>
        <w:rPr>
          <w:rFonts w:ascii="Verdana" w:hAnsi="Verdana"/>
          <w:sz w:val="20"/>
          <w:szCs w:val="20"/>
        </w:rPr>
      </w:pPr>
      <w:r w:rsidRPr="002403C8">
        <w:rPr>
          <w:rFonts w:ascii="Verdana" w:hAnsi="Verdana"/>
          <w:color w:val="365F91"/>
          <w:sz w:val="20"/>
          <w:szCs w:val="20"/>
          <w:u w:val="single"/>
        </w:rPr>
        <w:t>Education:</w:t>
      </w:r>
      <w:r w:rsidRPr="002403C8">
        <w:rPr>
          <w:rFonts w:ascii="Verdana" w:hAnsi="Verdana"/>
          <w:sz w:val="20"/>
          <w:szCs w:val="20"/>
        </w:rPr>
        <w:t xml:space="preserve">  </w:t>
      </w:r>
    </w:p>
    <w:p w14:paraId="2441DDCB" w14:textId="17BA9A3D" w:rsidR="00AA03F9" w:rsidRPr="003368CD" w:rsidRDefault="005659B3" w:rsidP="005659B3">
      <w:pPr>
        <w:widowControl w:val="0"/>
        <w:tabs>
          <w:tab w:val="left" w:pos="720"/>
          <w:tab w:val="left" w:pos="1440"/>
          <w:tab w:val="left" w:pos="6480"/>
        </w:tabs>
        <w:snapToGrid w:val="0"/>
        <w:rPr>
          <w:rFonts w:ascii="Verdana" w:eastAsia="Arial Unicode MS" w:hAnsi="Verdana"/>
          <w:sz w:val="20"/>
          <w:szCs w:val="20"/>
          <w:lang w:val="en"/>
        </w:rPr>
      </w:pPr>
      <w:r w:rsidRPr="005659B3">
        <w:rPr>
          <w:rFonts w:ascii="Verdana" w:eastAsia="Arial Unicode MS" w:hAnsi="Verdana"/>
          <w:sz w:val="20"/>
          <w:szCs w:val="20"/>
          <w:lang w:val="en-GB"/>
        </w:rPr>
        <w:t>Master's degree in a relevant field (</w:t>
      </w:r>
      <w:proofErr w:type="gramStart"/>
      <w:r w:rsidRPr="005659B3">
        <w:rPr>
          <w:rFonts w:ascii="Verdana" w:eastAsia="Arial Unicode MS" w:hAnsi="Verdana"/>
          <w:sz w:val="20"/>
          <w:szCs w:val="20"/>
          <w:lang w:val="en-GB"/>
        </w:rPr>
        <w:t>e.g.</w:t>
      </w:r>
      <w:proofErr w:type="gramEnd"/>
      <w:r w:rsidRPr="005659B3">
        <w:rPr>
          <w:rFonts w:ascii="Verdana" w:eastAsia="Arial Unicode MS" w:hAnsi="Verdana"/>
          <w:sz w:val="20"/>
          <w:szCs w:val="20"/>
          <w:lang w:val="en-GB"/>
        </w:rPr>
        <w:t xml:space="preserve"> international development, public policy, environmental science).</w:t>
      </w:r>
    </w:p>
    <w:p w14:paraId="4F3ACF96" w14:textId="77777777" w:rsidR="002F0D87" w:rsidRPr="002403C8" w:rsidRDefault="002F0D87" w:rsidP="002F0D87">
      <w:pPr>
        <w:pStyle w:val="Heading3"/>
        <w:ind w:left="1260" w:right="360" w:hanging="1260"/>
        <w:rPr>
          <w:rFonts w:ascii="Verdana" w:hAnsi="Verdana"/>
          <w:sz w:val="20"/>
          <w:szCs w:val="20"/>
        </w:rPr>
      </w:pPr>
    </w:p>
    <w:p w14:paraId="66FE7F1A" w14:textId="6DD822C4" w:rsidR="003368CD" w:rsidRDefault="002F0D87" w:rsidP="003368CD">
      <w:pPr>
        <w:pStyle w:val="Heading4"/>
        <w:widowControl/>
        <w:ind w:left="1260" w:right="360" w:hanging="1260"/>
        <w:jc w:val="left"/>
        <w:rPr>
          <w:rFonts w:ascii="Verdana" w:hAnsi="Verdana"/>
          <w:sz w:val="20"/>
          <w:szCs w:val="20"/>
          <w:u w:val="none"/>
        </w:rPr>
      </w:pPr>
      <w:r w:rsidRPr="002403C8">
        <w:rPr>
          <w:rFonts w:ascii="Verdana" w:hAnsi="Verdana"/>
          <w:color w:val="365F91"/>
          <w:sz w:val="20"/>
          <w:szCs w:val="20"/>
        </w:rPr>
        <w:t>Experience:</w:t>
      </w:r>
      <w:r w:rsidRPr="002403C8">
        <w:rPr>
          <w:rFonts w:ascii="Verdana" w:hAnsi="Verdana"/>
          <w:sz w:val="20"/>
          <w:szCs w:val="20"/>
          <w:u w:val="none"/>
        </w:rPr>
        <w:t xml:space="preserve"> </w:t>
      </w:r>
    </w:p>
    <w:p w14:paraId="60DC1639" w14:textId="06A3BBB2" w:rsidR="005659B3" w:rsidRDefault="005659B3" w:rsidP="005659B3">
      <w:pPr>
        <w:pStyle w:val="Heading4"/>
        <w:widowControl/>
        <w:ind w:right="360"/>
        <w:jc w:val="left"/>
        <w:rPr>
          <w:rFonts w:ascii="Verdana" w:hAnsi="Verdana"/>
          <w:sz w:val="20"/>
          <w:szCs w:val="20"/>
          <w:u w:val="none"/>
        </w:rPr>
      </w:pPr>
      <w:r w:rsidRPr="005659B3">
        <w:rPr>
          <w:rFonts w:ascii="Verdana" w:hAnsi="Verdana"/>
          <w:sz w:val="20"/>
          <w:szCs w:val="20"/>
          <w:u w:val="none"/>
        </w:rPr>
        <w:t xml:space="preserve">A minimum of 2 years of combined national and international progressively responsible experience in planning, monitoring and performance assessment. Excellent knowledge of results-based management theory and application, including designing of performance </w:t>
      </w:r>
      <w:r w:rsidRPr="005659B3">
        <w:rPr>
          <w:rFonts w:ascii="Verdana" w:hAnsi="Verdana"/>
          <w:sz w:val="20"/>
          <w:szCs w:val="20"/>
          <w:u w:val="none"/>
        </w:rPr>
        <w:lastRenderedPageBreak/>
        <w:t>metrics. Experience in digital transformation initiatives on data collection, quantitative and qualitative analysis, and data presentation.</w:t>
      </w:r>
    </w:p>
    <w:p w14:paraId="5264532F" w14:textId="77777777" w:rsidR="005659B3" w:rsidRPr="005659B3" w:rsidRDefault="005659B3" w:rsidP="005659B3">
      <w:pPr>
        <w:rPr>
          <w:lang w:val="en-GB"/>
        </w:rPr>
      </w:pPr>
    </w:p>
    <w:p w14:paraId="764D7DD1" w14:textId="6607482A" w:rsidR="005659B3" w:rsidRPr="005659B3" w:rsidRDefault="005659B3" w:rsidP="005659B3">
      <w:pPr>
        <w:pStyle w:val="Heading4"/>
        <w:widowControl/>
        <w:ind w:right="360"/>
        <w:jc w:val="left"/>
        <w:rPr>
          <w:rFonts w:ascii="Verdana" w:hAnsi="Verdana"/>
          <w:sz w:val="20"/>
          <w:szCs w:val="20"/>
          <w:u w:val="none"/>
        </w:rPr>
      </w:pPr>
      <w:r w:rsidRPr="005659B3">
        <w:rPr>
          <w:rFonts w:ascii="Verdana" w:hAnsi="Verdana"/>
          <w:sz w:val="20"/>
          <w:szCs w:val="20"/>
          <w:u w:val="none"/>
        </w:rPr>
        <w:t xml:space="preserve">Sense of integrity, responsibility, maturity of judgement, </w:t>
      </w:r>
      <w:proofErr w:type="gramStart"/>
      <w:r w:rsidRPr="005659B3">
        <w:rPr>
          <w:rFonts w:ascii="Verdana" w:hAnsi="Verdana"/>
          <w:sz w:val="20"/>
          <w:szCs w:val="20"/>
          <w:u w:val="none"/>
        </w:rPr>
        <w:t>initiative</w:t>
      </w:r>
      <w:proofErr w:type="gramEnd"/>
      <w:r w:rsidRPr="005659B3">
        <w:rPr>
          <w:rFonts w:ascii="Verdana" w:hAnsi="Verdana"/>
          <w:sz w:val="20"/>
          <w:szCs w:val="20"/>
          <w:u w:val="none"/>
        </w:rPr>
        <w:t xml:space="preserve"> and creativity. Excellent analytical, data management, communication, </w:t>
      </w:r>
      <w:proofErr w:type="gramStart"/>
      <w:r w:rsidRPr="005659B3">
        <w:rPr>
          <w:rFonts w:ascii="Verdana" w:hAnsi="Verdana"/>
          <w:sz w:val="20"/>
          <w:szCs w:val="20"/>
          <w:u w:val="none"/>
        </w:rPr>
        <w:t>presentation</w:t>
      </w:r>
      <w:proofErr w:type="gramEnd"/>
      <w:r w:rsidRPr="005659B3">
        <w:rPr>
          <w:rFonts w:ascii="Verdana" w:hAnsi="Verdana"/>
          <w:sz w:val="20"/>
          <w:szCs w:val="20"/>
          <w:u w:val="none"/>
        </w:rPr>
        <w:t xml:space="preserve"> and interpersonal skills. Demonstrated ability to plan, organize and manage multiple workloads. Experience in conceptualizing and developing data-driven reports in diverse formats and media. Ability to work in a multicultural environment and to foster diversity and team spirit. Ability to work collaboratively with diverse stakeholders and adapt to changing circumstances.</w:t>
      </w:r>
    </w:p>
    <w:p w14:paraId="07158D58" w14:textId="77777777" w:rsidR="005659B3" w:rsidRPr="005659B3" w:rsidRDefault="005659B3" w:rsidP="005659B3"/>
    <w:p w14:paraId="1C3698A8" w14:textId="77777777" w:rsidR="003368CD" w:rsidRPr="003368CD" w:rsidRDefault="003368CD" w:rsidP="003368CD">
      <w:pPr>
        <w:rPr>
          <w:lang w:val="en-GB"/>
        </w:rPr>
      </w:pPr>
    </w:p>
    <w:p w14:paraId="48A29FD1" w14:textId="77777777" w:rsidR="002F0D87" w:rsidRPr="002403C8" w:rsidRDefault="002F0D87" w:rsidP="002F0D87">
      <w:pPr>
        <w:rPr>
          <w:rFonts w:ascii="Verdana" w:hAnsi="Verdana"/>
          <w:sz w:val="20"/>
          <w:szCs w:val="20"/>
        </w:rPr>
      </w:pPr>
    </w:p>
    <w:p w14:paraId="70A83052" w14:textId="77777777" w:rsidR="005659B3" w:rsidRDefault="002F0D87" w:rsidP="002F0D87">
      <w:pPr>
        <w:ind w:left="1260" w:hanging="1260"/>
        <w:rPr>
          <w:rFonts w:ascii="Verdana" w:hAnsi="Verdana"/>
          <w:sz w:val="20"/>
          <w:szCs w:val="20"/>
        </w:rPr>
      </w:pPr>
      <w:r w:rsidRPr="002403C8">
        <w:rPr>
          <w:rFonts w:ascii="Verdana" w:hAnsi="Verdana"/>
          <w:color w:val="365F91"/>
          <w:sz w:val="20"/>
          <w:szCs w:val="20"/>
          <w:u w:val="single"/>
        </w:rPr>
        <w:t>Language:</w:t>
      </w:r>
      <w:r w:rsidRPr="002403C8">
        <w:rPr>
          <w:rFonts w:ascii="Verdana" w:hAnsi="Verdana"/>
          <w:sz w:val="20"/>
          <w:szCs w:val="20"/>
        </w:rPr>
        <w:t xml:space="preserve">  </w:t>
      </w:r>
      <w:r w:rsidRPr="002403C8">
        <w:rPr>
          <w:rFonts w:ascii="Verdana" w:hAnsi="Verdana"/>
          <w:sz w:val="20"/>
          <w:szCs w:val="20"/>
        </w:rPr>
        <w:tab/>
      </w:r>
    </w:p>
    <w:p w14:paraId="6ADB98FB" w14:textId="7C80B4E2" w:rsidR="0065706F" w:rsidRPr="005659B3" w:rsidRDefault="00287BE3" w:rsidP="005659B3">
      <w:pPr>
        <w:pStyle w:val="Heading4"/>
        <w:widowControl/>
        <w:ind w:right="360"/>
        <w:jc w:val="left"/>
        <w:rPr>
          <w:rFonts w:ascii="Verdana" w:hAnsi="Verdana"/>
          <w:sz w:val="20"/>
          <w:szCs w:val="20"/>
          <w:u w:val="none"/>
        </w:rPr>
      </w:pPr>
      <w:r w:rsidRPr="005659B3">
        <w:rPr>
          <w:rFonts w:ascii="Verdana" w:hAnsi="Verdana"/>
          <w:sz w:val="20"/>
          <w:szCs w:val="20"/>
          <w:u w:val="none"/>
        </w:rPr>
        <w:t>Excellent knowledge of English (both oral and written). Knowledge of other official languages of the Organization would be an advantage.</w:t>
      </w:r>
      <w:r w:rsidRPr="005659B3">
        <w:rPr>
          <w:rFonts w:ascii="Verdana" w:hAnsi="Verdana"/>
          <w:sz w:val="20"/>
          <w:szCs w:val="20"/>
          <w:u w:val="none"/>
        </w:rPr>
        <w:br/>
      </w:r>
      <w:r w:rsidRPr="005659B3">
        <w:rPr>
          <w:rFonts w:ascii="Verdana" w:hAnsi="Verdana"/>
          <w:sz w:val="20"/>
          <w:szCs w:val="20"/>
          <w:u w:val="none"/>
        </w:rPr>
        <w:br/>
        <w:t>(Note: The official languages of the Organization are Arabic, Chinese, English, French, Russian and Spanish.)</w:t>
      </w:r>
      <w:r w:rsidR="002F0D87" w:rsidRPr="005659B3">
        <w:rPr>
          <w:rFonts w:ascii="Verdana" w:hAnsi="Verdana"/>
          <w:sz w:val="20"/>
          <w:szCs w:val="20"/>
          <w:u w:val="none"/>
        </w:rPr>
        <w:tab/>
      </w:r>
    </w:p>
    <w:p w14:paraId="698C7575" w14:textId="77777777" w:rsidR="0065706F" w:rsidRDefault="0065706F" w:rsidP="002F0D87">
      <w:pPr>
        <w:ind w:left="1260" w:hanging="1260"/>
        <w:rPr>
          <w:rFonts w:ascii="Verdana" w:eastAsia="Arial Unicode MS" w:hAnsi="Verdana"/>
          <w:sz w:val="20"/>
          <w:szCs w:val="20"/>
          <w:lang w:val="en-GB"/>
        </w:rPr>
      </w:pPr>
    </w:p>
    <w:p w14:paraId="40DC80B7" w14:textId="77777777" w:rsidR="0065706F" w:rsidRDefault="0065706F" w:rsidP="0065706F">
      <w:pPr>
        <w:rPr>
          <w:rFonts w:ascii="Verdana" w:hAnsi="Verdana"/>
          <w:b/>
          <w:bCs/>
          <w:color w:val="365F91" w:themeColor="accent1" w:themeShade="BF"/>
        </w:rPr>
      </w:pPr>
    </w:p>
    <w:p w14:paraId="4C82F04E" w14:textId="1E912245" w:rsidR="0065706F" w:rsidRDefault="0065706F" w:rsidP="0065706F">
      <w:pPr>
        <w:rPr>
          <w:rFonts w:ascii="Verdana" w:hAnsi="Verdana"/>
          <w:b/>
          <w:bCs/>
          <w:color w:val="365F91" w:themeColor="accent1" w:themeShade="BF"/>
        </w:rPr>
      </w:pPr>
      <w:r w:rsidRPr="00482F99">
        <w:rPr>
          <w:rFonts w:ascii="Verdana" w:hAnsi="Verdana"/>
          <w:b/>
          <w:bCs/>
          <w:color w:val="365F91" w:themeColor="accent1" w:themeShade="BF"/>
        </w:rPr>
        <w:t xml:space="preserve">Learning Elements: </w:t>
      </w:r>
    </w:p>
    <w:p w14:paraId="5649C244" w14:textId="77777777" w:rsidR="0065706F" w:rsidRPr="00482F99" w:rsidRDefault="0065706F" w:rsidP="0065706F">
      <w:pPr>
        <w:rPr>
          <w:rFonts w:ascii="Verdana" w:hAnsi="Verdana"/>
          <w:b/>
          <w:bCs/>
          <w:color w:val="365F91" w:themeColor="accent1" w:themeShade="BF"/>
        </w:rPr>
      </w:pPr>
    </w:p>
    <w:p w14:paraId="66AE940D" w14:textId="77777777" w:rsidR="0065706F" w:rsidRDefault="0065706F" w:rsidP="0065706F">
      <w:pPr>
        <w:rPr>
          <w:rFonts w:ascii="Verdana" w:eastAsia="Verdana" w:hAnsi="Verdana" w:cstheme="minorHAnsi"/>
          <w:color w:val="000000" w:themeColor="text1"/>
          <w:sz w:val="20"/>
          <w:szCs w:val="20"/>
          <w:lang w:val="en-GB"/>
        </w:rPr>
      </w:pPr>
      <w:r w:rsidRPr="004D4ED4">
        <w:rPr>
          <w:rFonts w:ascii="Verdana" w:eastAsia="Verdana" w:hAnsi="Verdana" w:cstheme="minorHAnsi"/>
          <w:color w:val="000000" w:themeColor="text1"/>
          <w:sz w:val="20"/>
          <w:szCs w:val="20"/>
          <w:lang w:val="en-GB"/>
        </w:rPr>
        <w:t>On completion of the assignment, the JPO will have:</w:t>
      </w:r>
    </w:p>
    <w:p w14:paraId="52729F66" w14:textId="77777777" w:rsidR="0065706F" w:rsidRDefault="0065706F" w:rsidP="0065706F">
      <w:pPr>
        <w:pStyle w:val="ListParagraph"/>
        <w:spacing w:after="200" w:line="276" w:lineRule="auto"/>
        <w:rPr>
          <w:rFonts w:ascii="Verdana" w:hAnsi="Verdana"/>
          <w:sz w:val="20"/>
          <w:szCs w:val="20"/>
          <w:lang w:val="en-GB"/>
        </w:rPr>
      </w:pPr>
    </w:p>
    <w:p w14:paraId="1259DC62" w14:textId="6E735BA9" w:rsidR="0065706F" w:rsidRPr="00E66A41" w:rsidRDefault="0065706F" w:rsidP="0065706F">
      <w:pPr>
        <w:pStyle w:val="ListParagraph"/>
        <w:numPr>
          <w:ilvl w:val="0"/>
          <w:numId w:val="2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 w:rsidRPr="00E66A41">
        <w:rPr>
          <w:rFonts w:ascii="Verdana" w:hAnsi="Verdana"/>
          <w:sz w:val="20"/>
          <w:szCs w:val="20"/>
          <w:lang w:val="en-GB"/>
        </w:rPr>
        <w:t xml:space="preserve">Deep understanding of </w:t>
      </w:r>
      <w:r w:rsidR="005659B3">
        <w:rPr>
          <w:rFonts w:ascii="Verdana" w:hAnsi="Verdana"/>
          <w:sz w:val="20"/>
          <w:szCs w:val="20"/>
          <w:lang w:val="en-GB"/>
        </w:rPr>
        <w:t>operation of WMO Regional Office’s infrastructure and services</w:t>
      </w:r>
      <w:r w:rsidRPr="00E66A41">
        <w:rPr>
          <w:rFonts w:ascii="Verdana" w:hAnsi="Verdana"/>
          <w:sz w:val="20"/>
          <w:szCs w:val="20"/>
          <w:lang w:val="en-GB"/>
        </w:rPr>
        <w:t>.</w:t>
      </w:r>
    </w:p>
    <w:p w14:paraId="6710968F" w14:textId="77777777" w:rsidR="0065706F" w:rsidRPr="00E66A41" w:rsidRDefault="0065706F" w:rsidP="0065706F">
      <w:pPr>
        <w:pStyle w:val="ListParagraph"/>
        <w:numPr>
          <w:ilvl w:val="0"/>
          <w:numId w:val="2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 w:rsidRPr="00E66A41">
        <w:rPr>
          <w:rFonts w:ascii="Verdana" w:hAnsi="Verdana"/>
          <w:sz w:val="20"/>
          <w:szCs w:val="20"/>
          <w:lang w:val="en-GB"/>
        </w:rPr>
        <w:t>Complete WMO mandatory trainings.</w:t>
      </w:r>
    </w:p>
    <w:p w14:paraId="026CD753" w14:textId="63977372" w:rsidR="0065706F" w:rsidRPr="00E66A41" w:rsidRDefault="005659B3" w:rsidP="0065706F">
      <w:pPr>
        <w:pStyle w:val="ListParagraph"/>
        <w:numPr>
          <w:ilvl w:val="0"/>
          <w:numId w:val="2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>Support the RAP office activities and</w:t>
      </w:r>
      <w:r w:rsidR="0065706F" w:rsidRPr="00E66A41">
        <w:rPr>
          <w:rFonts w:ascii="Verdana" w:hAnsi="Verdana"/>
          <w:sz w:val="20"/>
          <w:szCs w:val="20"/>
          <w:lang w:val="en-GB"/>
        </w:rPr>
        <w:t xml:space="preserve"> </w:t>
      </w:r>
      <w:proofErr w:type="gramStart"/>
      <w:r w:rsidR="0065706F" w:rsidRPr="00E66A41">
        <w:rPr>
          <w:rFonts w:ascii="Verdana" w:hAnsi="Verdana"/>
          <w:sz w:val="20"/>
          <w:szCs w:val="20"/>
          <w:lang w:val="en-GB"/>
        </w:rPr>
        <w:t>processes, and</w:t>
      </w:r>
      <w:proofErr w:type="gramEnd"/>
      <w:r w:rsidR="0065706F" w:rsidRPr="00E66A41">
        <w:rPr>
          <w:rFonts w:ascii="Verdana" w:hAnsi="Verdana"/>
          <w:sz w:val="20"/>
          <w:szCs w:val="20"/>
          <w:lang w:val="en-GB"/>
        </w:rPr>
        <w:t xml:space="preserve"> understand the challenges of </w:t>
      </w:r>
      <w:r>
        <w:rPr>
          <w:rFonts w:ascii="Verdana" w:hAnsi="Verdana"/>
          <w:sz w:val="20"/>
          <w:szCs w:val="20"/>
          <w:lang w:val="en-GB"/>
        </w:rPr>
        <w:t>regional offices operations</w:t>
      </w:r>
      <w:r w:rsidR="0065706F" w:rsidRPr="00E66A41">
        <w:rPr>
          <w:rFonts w:ascii="Verdana" w:hAnsi="Verdana"/>
          <w:sz w:val="20"/>
          <w:szCs w:val="20"/>
          <w:lang w:val="en-GB"/>
        </w:rPr>
        <w:t xml:space="preserve"> in a multicultural environment of an international specialized UN Organization.</w:t>
      </w:r>
    </w:p>
    <w:p w14:paraId="248D49CB" w14:textId="77777777" w:rsidR="0065706F" w:rsidRPr="00E66A41" w:rsidRDefault="0065706F" w:rsidP="0065706F">
      <w:pPr>
        <w:pStyle w:val="ListParagraph"/>
        <w:numPr>
          <w:ilvl w:val="0"/>
          <w:numId w:val="2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 w:rsidRPr="00E66A41">
        <w:rPr>
          <w:rFonts w:ascii="Verdana" w:hAnsi="Verdana"/>
          <w:sz w:val="20"/>
          <w:szCs w:val="20"/>
          <w:lang w:val="en-GB"/>
        </w:rPr>
        <w:t>Demonstrate strong oral and written communication skills, and opportunity to attend UN language training organized by UNOG.</w:t>
      </w:r>
    </w:p>
    <w:p w14:paraId="5B54C4E4" w14:textId="77777777" w:rsidR="0065706F" w:rsidRPr="000374D8" w:rsidRDefault="0065706F" w:rsidP="0065706F">
      <w:pPr>
        <w:pStyle w:val="ListParagraph"/>
        <w:numPr>
          <w:ilvl w:val="0"/>
          <w:numId w:val="22"/>
        </w:numPr>
        <w:spacing w:after="200" w:line="276" w:lineRule="auto"/>
        <w:rPr>
          <w:rFonts w:ascii="Verdana" w:hAnsi="Verdana"/>
          <w:sz w:val="20"/>
          <w:szCs w:val="20"/>
          <w:lang w:val="en-GB"/>
        </w:rPr>
      </w:pPr>
      <w:r w:rsidRPr="000374D8">
        <w:rPr>
          <w:rFonts w:ascii="Verdana" w:hAnsi="Verdana"/>
          <w:sz w:val="20"/>
          <w:szCs w:val="20"/>
          <w:lang w:val="en-GB"/>
        </w:rPr>
        <w:t>Develop and maintain relations with various stakeholder</w:t>
      </w:r>
      <w:r>
        <w:rPr>
          <w:rFonts w:ascii="Verdana" w:hAnsi="Verdana"/>
          <w:sz w:val="20"/>
          <w:szCs w:val="20"/>
          <w:lang w:val="en-GB"/>
        </w:rPr>
        <w:t>s and develop</w:t>
      </w:r>
      <w:r w:rsidRPr="000374D8">
        <w:rPr>
          <w:rFonts w:ascii="Verdana" w:hAnsi="Verdana"/>
          <w:sz w:val="20"/>
          <w:szCs w:val="20"/>
          <w:lang w:val="en-GB"/>
        </w:rPr>
        <w:t xml:space="preserve"> networks </w:t>
      </w:r>
      <w:r>
        <w:rPr>
          <w:rFonts w:ascii="Verdana" w:hAnsi="Verdana"/>
          <w:sz w:val="20"/>
          <w:szCs w:val="20"/>
          <w:lang w:val="en-GB"/>
        </w:rPr>
        <w:t>with</w:t>
      </w:r>
      <w:r w:rsidRPr="000374D8">
        <w:rPr>
          <w:rFonts w:ascii="Verdana" w:hAnsi="Verdana"/>
          <w:sz w:val="20"/>
          <w:szCs w:val="20"/>
          <w:lang w:val="en-GB"/>
        </w:rPr>
        <w:t xml:space="preserve"> considerable insight into the </w:t>
      </w:r>
      <w:r>
        <w:rPr>
          <w:rFonts w:ascii="Verdana" w:hAnsi="Verdana"/>
          <w:sz w:val="20"/>
          <w:szCs w:val="20"/>
          <w:lang w:val="en-GB"/>
        </w:rPr>
        <w:t>finance</w:t>
      </w:r>
      <w:r w:rsidRPr="000374D8">
        <w:rPr>
          <w:rFonts w:ascii="Verdana" w:hAnsi="Verdana"/>
          <w:sz w:val="20"/>
          <w:szCs w:val="20"/>
          <w:lang w:val="en-GB"/>
        </w:rPr>
        <w:t xml:space="preserve"> practice within </w:t>
      </w:r>
      <w:r>
        <w:rPr>
          <w:rFonts w:ascii="Verdana" w:hAnsi="Verdana"/>
          <w:sz w:val="20"/>
          <w:szCs w:val="20"/>
          <w:lang w:val="en-GB"/>
        </w:rPr>
        <w:t>the UN system</w:t>
      </w:r>
      <w:r w:rsidRPr="000374D8">
        <w:rPr>
          <w:rFonts w:ascii="Verdana" w:hAnsi="Verdana"/>
          <w:sz w:val="20"/>
          <w:szCs w:val="20"/>
          <w:lang w:val="en-GB"/>
        </w:rPr>
        <w:t>.</w:t>
      </w:r>
    </w:p>
    <w:p w14:paraId="5E124EFF" w14:textId="77777777" w:rsidR="0065706F" w:rsidRPr="009644F5" w:rsidRDefault="0065706F" w:rsidP="0065706F">
      <w:pPr>
        <w:ind w:right="360"/>
        <w:jc w:val="both"/>
        <w:rPr>
          <w:rFonts w:ascii="Verdana" w:hAnsi="Verdana"/>
          <w:sz w:val="20"/>
          <w:szCs w:val="20"/>
          <w:lang w:val="en-GB"/>
        </w:rPr>
      </w:pPr>
    </w:p>
    <w:p w14:paraId="3E6DA09C" w14:textId="0588BB77" w:rsidR="002F0D87" w:rsidRPr="00287BE3" w:rsidRDefault="002F0D87" w:rsidP="002F0D87">
      <w:pPr>
        <w:ind w:left="1260" w:hanging="1260"/>
        <w:rPr>
          <w:rFonts w:ascii="Verdana" w:eastAsia="Arial Unicode MS" w:hAnsi="Verdana"/>
          <w:sz w:val="20"/>
          <w:szCs w:val="20"/>
          <w:lang w:val="en-GB"/>
        </w:rPr>
      </w:pPr>
      <w:r w:rsidRPr="00287BE3">
        <w:rPr>
          <w:rFonts w:ascii="Verdana" w:eastAsia="Arial Unicode MS" w:hAnsi="Verdana"/>
          <w:sz w:val="20"/>
          <w:szCs w:val="20"/>
          <w:lang w:val="en-GB"/>
        </w:rPr>
        <w:tab/>
      </w:r>
    </w:p>
    <w:sectPr w:rsidR="002F0D87" w:rsidRPr="00287BE3" w:rsidSect="00542854">
      <w:headerReference w:type="even" r:id="rId14"/>
      <w:headerReference w:type="default" r:id="rId15"/>
      <w:headerReference w:type="first" r:id="rId16"/>
      <w:type w:val="continuous"/>
      <w:pgSz w:w="11906" w:h="16838" w:code="9"/>
      <w:pgMar w:top="1134" w:right="1134" w:bottom="1134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EFE4" w14:textId="77777777" w:rsidR="001E4DD5" w:rsidRDefault="001E4DD5">
      <w:r>
        <w:separator/>
      </w:r>
    </w:p>
  </w:endnote>
  <w:endnote w:type="continuationSeparator" w:id="0">
    <w:p w14:paraId="1CFFB85D" w14:textId="77777777" w:rsidR="001E4DD5" w:rsidRDefault="001E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1446" w14:textId="77777777" w:rsidR="001E4DD5" w:rsidRDefault="001E4DD5">
      <w:r>
        <w:separator/>
      </w:r>
    </w:p>
  </w:footnote>
  <w:footnote w:type="continuationSeparator" w:id="0">
    <w:p w14:paraId="4C1A7274" w14:textId="77777777" w:rsidR="001E4DD5" w:rsidRDefault="001E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FB07F" w14:textId="77777777" w:rsidR="00A42D66" w:rsidRDefault="005A60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58663501" wp14:editId="640C5C7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6" name="AutoShape 96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FC391F" id="AutoShape 96" o:spid="_x0000_s1026" style="position:absolute;margin-left:0;margin-top:0;width:50pt;height:50pt;z-index:251626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maOg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DXmzma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68992" behindDoc="1" locked="0" layoutInCell="0" allowOverlap="1" wp14:anchorId="49448A7D" wp14:editId="6581B2E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67" name="Picture 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02C203" w14:textId="77777777" w:rsidR="00921F55" w:rsidRDefault="00921F55"/>
  <w:p w14:paraId="3FD9F10A" w14:textId="77777777" w:rsidR="00F0424F" w:rsidRDefault="005A60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38272" behindDoc="0" locked="0" layoutInCell="1" allowOverlap="1" wp14:anchorId="3BB92B6C" wp14:editId="49C3B07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5" name="AutoShape 9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0F8722" id="AutoShape 95" o:spid="_x0000_s1026" style="position:absolute;margin-left:0;margin-top:0;width:50pt;height:50pt;z-index:251628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C3PyO5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000000">
      <w:pict w14:anchorId="7355A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5936646" o:spid="_x0000_s1025" type="#_x0000_t75" alt="" style="position:absolute;margin-left:0;margin-top:0;width:595.3pt;height:550pt;z-index:-251637248;visibility:visible;mso-wrap-edited:f;mso-width-percent:0;mso-height-percent:0;mso-position-horizontal:left;mso-position-horizontal-relative:page;mso-position-vertical:top;mso-position-vertical-relative:page;mso-width-percent:0;mso-height-percent:0" o:allowincell="f">
          <v:imagedata r:id="rId2" o:title="docx4j-logo"/>
          <v:path gradientshapeok="f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CA2A" w14:textId="77777777" w:rsidR="0039677B" w:rsidRDefault="00A50638">
    <w:pPr>
      <w:pStyle w:val="Header"/>
      <w:tabs>
        <w:tab w:val="clear" w:pos="8306"/>
        <w:tab w:val="right" w:pos="11057"/>
      </w:tabs>
      <w:rPr>
        <w:rFonts w:ascii="Arial" w:hAnsi="Arial"/>
        <w:lang w:val="fr-FR"/>
      </w:rPr>
    </w:pPr>
    <w:r>
      <w:rPr>
        <w:rFonts w:ascii="Arial" w:hAnsi="Arial"/>
        <w:noProof/>
        <w:lang w:val="fr-FR" w:eastAsia="zh-CN"/>
      </w:rPr>
      <w:drawing>
        <wp:anchor distT="0" distB="0" distL="114300" distR="114300" simplePos="0" relativeHeight="251636224" behindDoc="0" locked="0" layoutInCell="1" allowOverlap="0" wp14:anchorId="3784DE8C" wp14:editId="7F5A72C1">
          <wp:simplePos x="0" y="0"/>
          <wp:positionH relativeFrom="column">
            <wp:posOffset>-139065</wp:posOffset>
          </wp:positionH>
          <wp:positionV relativeFrom="paragraph">
            <wp:posOffset>-231140</wp:posOffset>
          </wp:positionV>
          <wp:extent cx="7429500" cy="1761490"/>
          <wp:effectExtent l="0" t="0" r="0" b="0"/>
          <wp:wrapSquare wrapText="bothSides"/>
          <wp:docPr id="2" name="Picture 2" descr="WMO_fax_040808_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MO_fax_040808_v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76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BF14468" wp14:editId="01DA320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3" name="AutoShape 57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61C325" id="AutoShape 57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0vOw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XIodLz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BD439B" wp14:editId="39D752B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2" name="AutoShape 56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6CEEBE" id="AutoShape 56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uHOw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QxQ7hz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48D63A5" wp14:editId="0F345BA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1" name="AutoShape 5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FB90B9" id="AutoShape 55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I7AhpD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6ACDDAC" wp14:editId="10C0FEA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0" name="AutoShape 54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BFD5FC" id="AutoShape 54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A8LgcM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6F721F7" wp14:editId="61DEE8E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9" name="AutoShape 5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60FCC8" id="AutoShape 53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woZOw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NtMKGT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98EC03" wp14:editId="68A2F49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8" name="AutoShape 5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9E8EC5" id="AutoShape 52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KU0ssT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39296" behindDoc="0" locked="0" layoutInCell="1" allowOverlap="1" wp14:anchorId="4E8F672E" wp14:editId="6E762D5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7" name="AutoShape 94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A7E76D" id="AutoShape 94" o:spid="_x0000_s1026" style="position:absolute;margin-left:0;margin-top:0;width:50pt;height:50pt;z-index:251630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ql3CQz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w:drawing>
        <wp:anchor distT="0" distB="0" distL="114300" distR="114300" simplePos="0" relativeHeight="251663872" behindDoc="1" locked="0" layoutInCell="0" allowOverlap="1" wp14:anchorId="46B7714C" wp14:editId="06825E1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80" name="Picture 8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0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52600D91" wp14:editId="49F5478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6" name="AutoShape 9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C62329" id="AutoShape 93" o:spid="_x0000_s1026" style="position:absolute;margin-left:0;margin-top:0;width:50pt;height:50pt;z-index:251632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RTo8oz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w:drawing>
        <wp:anchor distT="0" distB="0" distL="114300" distR="114300" simplePos="0" relativeHeight="251666944" behindDoc="1" locked="0" layoutInCell="0" allowOverlap="1" wp14:anchorId="61C59CF8" wp14:editId="7523C64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78" name="Picture 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41344" behindDoc="0" locked="0" layoutInCell="1" allowOverlap="1" wp14:anchorId="7879CEF4" wp14:editId="740565F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5" name="AutoShape 9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425CD6" id="AutoShape 92" o:spid="_x0000_s1026" style="position:absolute;margin-left:0;margin-top:0;width:50pt;height:50pt;z-index:251634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dcluuD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w:drawing>
        <wp:anchor distT="0" distB="0" distL="114300" distR="114300" simplePos="0" relativeHeight="251667968" behindDoc="1" locked="0" layoutInCell="0" allowOverlap="1" wp14:anchorId="0E24BFC5" wp14:editId="32DDADB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76" name="Picture 7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730" w:type="dxa"/>
      <w:tblInd w:w="1526" w:type="dxa"/>
      <w:tblLook w:val="0000" w:firstRow="0" w:lastRow="0" w:firstColumn="0" w:lastColumn="0" w:noHBand="0" w:noVBand="0"/>
    </w:tblPr>
    <w:tblGrid>
      <w:gridCol w:w="5465"/>
      <w:gridCol w:w="4265"/>
    </w:tblGrid>
    <w:tr w:rsidR="0039677B" w14:paraId="02F3A023" w14:textId="77777777">
      <w:trPr>
        <w:trHeight w:val="1495"/>
      </w:trPr>
      <w:tc>
        <w:tcPr>
          <w:tcW w:w="5465" w:type="dxa"/>
        </w:tcPr>
        <w:p w14:paraId="02D08A19" w14:textId="77777777" w:rsidR="0039677B" w:rsidRDefault="0039677B">
          <w:pPr>
            <w:pStyle w:val="Header"/>
            <w:tabs>
              <w:tab w:val="clear" w:pos="4153"/>
              <w:tab w:val="clear" w:pos="8306"/>
              <w:tab w:val="right" w:pos="11057"/>
            </w:tabs>
            <w:ind w:left="-108" w:firstLine="108"/>
            <w:rPr>
              <w:rFonts w:ascii="Arial" w:hAnsi="Arial"/>
              <w:spacing w:val="30"/>
              <w:lang w:val="en-US"/>
            </w:rPr>
          </w:pPr>
        </w:p>
      </w:tc>
      <w:tc>
        <w:tcPr>
          <w:tcW w:w="4265" w:type="dxa"/>
        </w:tcPr>
        <w:p w14:paraId="154E9695" w14:textId="77777777" w:rsidR="0039677B" w:rsidRDefault="0039677B">
          <w:pPr>
            <w:pStyle w:val="Header"/>
            <w:tabs>
              <w:tab w:val="clear" w:pos="4153"/>
              <w:tab w:val="clear" w:pos="8306"/>
              <w:tab w:val="right" w:pos="11057"/>
            </w:tabs>
            <w:spacing w:after="40"/>
            <w:jc w:val="right"/>
            <w:rPr>
              <w:rFonts w:ascii="Arial" w:hAnsi="Arial"/>
              <w:lang w:val="en-US"/>
            </w:rPr>
          </w:pPr>
        </w:p>
      </w:tc>
    </w:tr>
  </w:tbl>
  <w:p w14:paraId="57530633" w14:textId="77777777" w:rsidR="0039677B" w:rsidRDefault="005A6098">
    <w:pPr>
      <w:pStyle w:val="Header"/>
      <w:tabs>
        <w:tab w:val="clear" w:pos="8306"/>
        <w:tab w:val="right" w:pos="11057"/>
      </w:tabs>
      <w:rPr>
        <w:lang w:val="fr-FR"/>
      </w:rP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78208" behindDoc="0" locked="1" layoutInCell="1" allowOverlap="1" wp14:anchorId="7D5E8525" wp14:editId="2E26CEB5">
              <wp:simplePos x="0" y="0"/>
              <wp:positionH relativeFrom="column">
                <wp:posOffset>1005840</wp:posOffset>
              </wp:positionH>
              <wp:positionV relativeFrom="paragraph">
                <wp:posOffset>35560</wp:posOffset>
              </wp:positionV>
              <wp:extent cx="6029960" cy="0"/>
              <wp:effectExtent l="0" t="0" r="15240" b="12700"/>
              <wp:wrapTopAndBottom/>
              <wp:docPr id="2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0299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CD44BA" id="Line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pt,2.8pt" to="554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" strokeweight="1pt">
              <o:lock v:ext="edit" shapetype="f"/>
              <w10:wrap type="topAndBottom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D4CFBF" wp14:editId="7C328BA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3" name="AutoShape 5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28181D" id="AutoShape 5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239700" wp14:editId="0264AA0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2" name="AutoShape 50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B2EB51" id="AutoShape 5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ADC8066" wp14:editId="2836B46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1" name="AutoShape 49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B91E" id="AutoShape 49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5B4B59A" wp14:editId="10A7C66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20" name="AutoShape 4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446F64" id="AutoShape 4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0F729DF5" wp14:editId="3B22794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9" name="AutoShape 47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084C1B" id="AutoShape 47" o:spid="_x0000_s1026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4925D66" wp14:editId="6E15E10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8" name="AutoShape 46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042781" id="AutoShape 46" o:spid="_x0000_s1026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5866B49D" wp14:editId="772BDA9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7" name="AutoShape 7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FBDC8E" id="AutoShape 75" o:spid="_x0000_s1026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CEUf1q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EAD8" w14:textId="77777777" w:rsidR="0039677B" w:rsidRDefault="00A50638" w:rsidP="00451CFB">
    <w:pPr>
      <w:pStyle w:val="Header"/>
      <w:ind w:left="560"/>
    </w:pPr>
    <w:r>
      <w:rPr>
        <w:noProof/>
        <w:lang w:val="fr-FR" w:eastAsia="zh-CN"/>
      </w:rPr>
      <w:drawing>
        <wp:inline distT="0" distB="0" distL="0" distR="0" wp14:anchorId="686E318A" wp14:editId="666F750A">
          <wp:extent cx="5278107" cy="817255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78107" cy="81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5CE9EEC7" wp14:editId="157A229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6" name="AutoShape 4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890515" id="AutoShape 42" o:spid="_x0000_s1026" style="position:absolute;margin-left:0;margin-top:0;width:50pt;height:50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EE5OwIAAHc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098D8340" wp14:editId="14F0EEE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5" name="AutoShape 4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6AF117" id="AutoShape 41" o:spid="_x0000_s1026" style="position:absolute;margin-left:0;margin-top:0;width:50pt;height:50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saOgIAAHc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BZhFsa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7A0A577A" wp14:editId="79CAE6A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4" name="AutoShape 40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9F4F0B" id="AutoShape 40" o:spid="_x0000_s1026" style="position:absolute;margin-left:0;margin-top:0;width:50pt;height:50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BGGn2y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780017FE" wp14:editId="36A55E7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3" name="AutoShape 39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114E5A" id="AutoShape 39" o:spid="_x0000_s1026" style="position:absolute;margin-left:0;margin-top:0;width:50pt;height:50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XOQOg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A9TXOQ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0124CF93" wp14:editId="7C3BE88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2" name="AutoShape 3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CE682B" id="AutoShape 38" o:spid="_x0000_s1026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1U4Og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Ai01U4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1558B98" wp14:editId="69D91CE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1" name="AutoShape 37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116467" id="AutoShape 37" o:spid="_x0000_s1026" style="position:absolute;margin-left:0;margin-top:0;width:50pt;height:50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CihP6K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936F68D" wp14:editId="5C9D6C3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0" name="AutoShape 5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EC8213" id="AutoShape 58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DolNQ2OgIAAHc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1E4E6B61" wp14:editId="417A2E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9" name="AutoShape 87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09935D" id="AutoShape 87" o:spid="_x0000_s1026" style="position:absolute;margin-left:0;margin-top:0;width:50pt;height:50pt;z-index:251636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AvXWvcOgIAAHY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43392" behindDoc="0" locked="0" layoutInCell="1" allowOverlap="1" wp14:anchorId="0754ACD3" wp14:editId="5676D33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8" name="AutoShape 86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8E3E01" id="AutoShape 86" o:spid="_x0000_s1026" style="position:absolute;margin-left:0;margin-top:0;width:50pt;height:50pt;z-index:251638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10OgIAAHY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Aww010OgIAAHY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 w:rsidR="005A6098">
      <w:rPr>
        <w:noProof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279210DE" wp14:editId="299DE25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7" name="AutoShape 8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0749" id="AutoShape 85" o:spid="_x0000_s1026" style="position:absolute;margin-left:0;margin-top:0;width:50pt;height:50pt;z-index:251640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AwBYxKOgIAAHY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4118" w14:textId="77777777" w:rsidR="00A42D66" w:rsidRDefault="005A60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29015809" wp14:editId="339B13B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6" name="AutoShape 9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BF9A2E" id="AutoShape 91" o:spid="_x0000_s1026" style="position:absolute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9WOgIAAHY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DWEQ9WOgIAAHY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1" locked="0" layoutInCell="0" allowOverlap="1" wp14:anchorId="5F50CB31" wp14:editId="399003F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59" name="Picture 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82596" w14:textId="77777777" w:rsidR="00921F55" w:rsidRDefault="00921F55"/>
  <w:p w14:paraId="3716CC9A" w14:textId="77777777" w:rsidR="00542854" w:rsidRDefault="005A60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64F533E2" wp14:editId="2DD4496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5" name="AutoShape 90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791733" id="AutoShape 90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l1NOgIAAHY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Dm4l1NOgIAAHY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1" locked="0" layoutInCell="0" allowOverlap="1" wp14:anchorId="4411E31E" wp14:editId="7D42CDC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65" name="Picture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5D02" w14:textId="77777777" w:rsidR="00AB26E2" w:rsidRPr="00F83180" w:rsidRDefault="005A6098" w:rsidP="00B018CA">
    <w:pPr>
      <w:pStyle w:val="Header"/>
      <w:spacing w:after="360"/>
      <w:jc w:val="center"/>
      <w:rPr>
        <w:rStyle w:val="PageNumber"/>
        <w:rFonts w:ascii="Verdana" w:hAnsi="Verdana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06DD9AB3" wp14:editId="7E84701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4" name="AutoShape 89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E3BB71" id="AutoShape 89" o:spid="_x0000_s1026" style="position:absolute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vcOgIAAHY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" filled="f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1" locked="0" layoutInCell="0" allowOverlap="1" wp14:anchorId="39CDCD05" wp14:editId="273F138E">
          <wp:simplePos x="0" y="0"/>
          <wp:positionH relativeFrom="page">
            <wp:posOffset>-470535</wp:posOffset>
          </wp:positionH>
          <wp:positionV relativeFrom="page">
            <wp:posOffset>-49530</wp:posOffset>
          </wp:positionV>
          <wp:extent cx="7560310" cy="6985000"/>
          <wp:effectExtent l="0" t="0" r="0" b="0"/>
          <wp:wrapNone/>
          <wp:docPr id="63" name="Pictur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24F">
      <w:rPr>
        <w:rFonts w:ascii="Verdana" w:hAnsi="Verdana" w:cs="Arial"/>
        <w:sz w:val="18"/>
        <w:szCs w:val="18"/>
        <w:lang w:val="fr-CH"/>
      </w:rPr>
      <w:t>-</w:t>
    </w:r>
    <w:r w:rsidR="00542854" w:rsidRPr="00F83180">
      <w:rPr>
        <w:rFonts w:ascii="Verdana" w:hAnsi="Verdana" w:cs="Arial"/>
        <w:sz w:val="18"/>
        <w:szCs w:val="18"/>
        <w:lang w:val="fr-CH"/>
      </w:rPr>
      <w:t xml:space="preserve"> </w:t>
    </w:r>
    <w:r w:rsidR="00542854" w:rsidRPr="00F83180">
      <w:rPr>
        <w:rStyle w:val="PageNumber"/>
        <w:rFonts w:ascii="Verdana" w:hAnsi="Verdana" w:cs="Arial"/>
        <w:sz w:val="18"/>
        <w:szCs w:val="18"/>
      </w:rPr>
      <w:fldChar w:fldCharType="begin"/>
    </w:r>
    <w:r w:rsidR="00542854" w:rsidRPr="00F83180">
      <w:rPr>
        <w:rStyle w:val="PageNumber"/>
        <w:rFonts w:ascii="Verdana" w:hAnsi="Verdana" w:cs="Arial"/>
        <w:sz w:val="18"/>
        <w:szCs w:val="18"/>
      </w:rPr>
      <w:instrText xml:space="preserve"> PAGE </w:instrText>
    </w:r>
    <w:r w:rsidR="00542854" w:rsidRPr="00F83180">
      <w:rPr>
        <w:rStyle w:val="PageNumber"/>
        <w:rFonts w:ascii="Verdana" w:hAnsi="Verdana" w:cs="Arial"/>
        <w:sz w:val="18"/>
        <w:szCs w:val="18"/>
      </w:rPr>
      <w:fldChar w:fldCharType="separate"/>
    </w:r>
    <w:r w:rsidR="00F0424F">
      <w:rPr>
        <w:rStyle w:val="PageNumber"/>
        <w:rFonts w:ascii="Verdana" w:hAnsi="Verdana" w:cs="Arial"/>
        <w:noProof/>
        <w:sz w:val="18"/>
        <w:szCs w:val="18"/>
      </w:rPr>
      <w:t>2</w:t>
    </w:r>
    <w:r w:rsidR="00542854" w:rsidRPr="00F83180">
      <w:rPr>
        <w:rStyle w:val="PageNumber"/>
        <w:rFonts w:ascii="Verdana" w:hAnsi="Verdana" w:cs="Arial"/>
        <w:sz w:val="18"/>
        <w:szCs w:val="18"/>
      </w:rPr>
      <w:fldChar w:fldCharType="end"/>
    </w:r>
    <w:r w:rsidR="00542854" w:rsidRPr="00F83180">
      <w:rPr>
        <w:rStyle w:val="PageNumber"/>
        <w:rFonts w:ascii="Verdana" w:hAnsi="Verdana" w:cs="Arial"/>
        <w:sz w:val="18"/>
        <w:szCs w:val="18"/>
      </w:rPr>
      <w:t xml:space="preserve"> </w:t>
    </w:r>
    <w:r w:rsidR="00F0424F">
      <w:rPr>
        <w:rStyle w:val="PageNumber"/>
        <w:rFonts w:ascii="Verdana" w:hAnsi="Verdana" w:cs="Arial"/>
        <w:sz w:val="18"/>
        <w:szCs w:val="18"/>
      </w:rPr>
      <w:t>-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4264" w14:textId="77777777" w:rsidR="00542854" w:rsidRDefault="005A60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9DE0727" wp14:editId="15C5317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1" name="AutoShape 8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6CBA6E" id="AutoShape 88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" filled="f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1" locked="0" layoutInCell="0" allowOverlap="1" wp14:anchorId="49079B50" wp14:editId="43DE3A4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0" b="0"/>
          <wp:wrapNone/>
          <wp:docPr id="61" name="Pictur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F9849F4"/>
    <w:lvl w:ilvl="0">
      <w:numFmt w:val="decimal"/>
      <w:lvlText w:val="*"/>
      <w:lvlJc w:val="left"/>
    </w:lvl>
  </w:abstractNum>
  <w:abstractNum w:abstractNumId="1" w15:restartNumberingAfterBreak="0">
    <w:nsid w:val="051C4444"/>
    <w:multiLevelType w:val="hybridMultilevel"/>
    <w:tmpl w:val="25E420F2"/>
    <w:lvl w:ilvl="0" w:tplc="FFFFFFFF">
      <w:start w:val="1"/>
      <w:numFmt w:val="lowerLetter"/>
      <w:lvlText w:val="(%1)"/>
      <w:lvlJc w:val="left"/>
      <w:pPr>
        <w:ind w:left="1080" w:hanging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5892"/>
    <w:multiLevelType w:val="hybridMultilevel"/>
    <w:tmpl w:val="34D8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14562"/>
    <w:multiLevelType w:val="hybridMultilevel"/>
    <w:tmpl w:val="FBB011D6"/>
    <w:lvl w:ilvl="0" w:tplc="F3EC52AC">
      <w:start w:val="5"/>
      <w:numFmt w:val="bullet"/>
      <w:lvlText w:val="-"/>
      <w:lvlJc w:val="left"/>
      <w:pPr>
        <w:ind w:left="3763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4" w15:restartNumberingAfterBreak="0">
    <w:nsid w:val="0A0E78E6"/>
    <w:multiLevelType w:val="hybridMultilevel"/>
    <w:tmpl w:val="06C29756"/>
    <w:lvl w:ilvl="0" w:tplc="A51491CE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17387C7F"/>
    <w:multiLevelType w:val="hybridMultilevel"/>
    <w:tmpl w:val="ED6E312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57815"/>
    <w:multiLevelType w:val="hybridMultilevel"/>
    <w:tmpl w:val="EF063DFE"/>
    <w:lvl w:ilvl="0" w:tplc="F586BFE2">
      <w:numFmt w:val="bullet"/>
      <w:lvlText w:val="-"/>
      <w:lvlJc w:val="left"/>
      <w:pPr>
        <w:ind w:left="3762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7" w15:restartNumberingAfterBreak="0">
    <w:nsid w:val="1AE45D10"/>
    <w:multiLevelType w:val="hybridMultilevel"/>
    <w:tmpl w:val="BBBCAA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F3930"/>
    <w:multiLevelType w:val="hybridMultilevel"/>
    <w:tmpl w:val="5FD870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285A"/>
    <w:multiLevelType w:val="hybridMultilevel"/>
    <w:tmpl w:val="E36E6E38"/>
    <w:lvl w:ilvl="0" w:tplc="4C9EAB80">
      <w:numFmt w:val="bullet"/>
      <w:lvlText w:val="-"/>
      <w:lvlJc w:val="left"/>
      <w:pPr>
        <w:ind w:left="4077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37" w:hanging="360"/>
      </w:pPr>
      <w:rPr>
        <w:rFonts w:ascii="Wingdings" w:hAnsi="Wingdings" w:hint="default"/>
      </w:rPr>
    </w:lvl>
  </w:abstractNum>
  <w:abstractNum w:abstractNumId="10" w15:restartNumberingAfterBreak="0">
    <w:nsid w:val="330D2C94"/>
    <w:multiLevelType w:val="hybridMultilevel"/>
    <w:tmpl w:val="C284E41C"/>
    <w:lvl w:ilvl="0" w:tplc="DBAE2898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1" w15:restartNumberingAfterBreak="0">
    <w:nsid w:val="46AB63D3"/>
    <w:multiLevelType w:val="hybridMultilevel"/>
    <w:tmpl w:val="A8A42D06"/>
    <w:lvl w:ilvl="0" w:tplc="A0100D7A">
      <w:start w:val="1"/>
      <w:numFmt w:val="bullet"/>
      <w:lvlText w:val="-"/>
      <w:lvlJc w:val="left"/>
      <w:pPr>
        <w:ind w:hanging="341"/>
      </w:pPr>
      <w:rPr>
        <w:rFonts w:ascii="Arial" w:eastAsia="Arial" w:hAnsi="Arial" w:hint="default"/>
        <w:w w:val="104"/>
        <w:sz w:val="17"/>
        <w:szCs w:val="17"/>
      </w:rPr>
    </w:lvl>
    <w:lvl w:ilvl="1" w:tplc="65A8486C">
      <w:start w:val="1"/>
      <w:numFmt w:val="bullet"/>
      <w:lvlText w:val="•"/>
      <w:lvlJc w:val="left"/>
      <w:rPr>
        <w:rFonts w:hint="default"/>
      </w:rPr>
    </w:lvl>
    <w:lvl w:ilvl="2" w:tplc="E3586A54">
      <w:start w:val="1"/>
      <w:numFmt w:val="bullet"/>
      <w:lvlText w:val="•"/>
      <w:lvlJc w:val="left"/>
      <w:rPr>
        <w:rFonts w:hint="default"/>
      </w:rPr>
    </w:lvl>
    <w:lvl w:ilvl="3" w:tplc="8E1C6E8A">
      <w:start w:val="1"/>
      <w:numFmt w:val="bullet"/>
      <w:lvlText w:val="•"/>
      <w:lvlJc w:val="left"/>
      <w:rPr>
        <w:rFonts w:hint="default"/>
      </w:rPr>
    </w:lvl>
    <w:lvl w:ilvl="4" w:tplc="476EB4F6">
      <w:start w:val="1"/>
      <w:numFmt w:val="bullet"/>
      <w:lvlText w:val="•"/>
      <w:lvlJc w:val="left"/>
      <w:rPr>
        <w:rFonts w:hint="default"/>
      </w:rPr>
    </w:lvl>
    <w:lvl w:ilvl="5" w:tplc="E0780EB0">
      <w:start w:val="1"/>
      <w:numFmt w:val="bullet"/>
      <w:lvlText w:val="•"/>
      <w:lvlJc w:val="left"/>
      <w:rPr>
        <w:rFonts w:hint="default"/>
      </w:rPr>
    </w:lvl>
    <w:lvl w:ilvl="6" w:tplc="CC904ABC">
      <w:start w:val="1"/>
      <w:numFmt w:val="bullet"/>
      <w:lvlText w:val="•"/>
      <w:lvlJc w:val="left"/>
      <w:rPr>
        <w:rFonts w:hint="default"/>
      </w:rPr>
    </w:lvl>
    <w:lvl w:ilvl="7" w:tplc="6DA27A04">
      <w:start w:val="1"/>
      <w:numFmt w:val="bullet"/>
      <w:lvlText w:val="•"/>
      <w:lvlJc w:val="left"/>
      <w:rPr>
        <w:rFonts w:hint="default"/>
      </w:rPr>
    </w:lvl>
    <w:lvl w:ilvl="8" w:tplc="5F965D5A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7BA7AF9"/>
    <w:multiLevelType w:val="multilevel"/>
    <w:tmpl w:val="D6FE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FC3600"/>
    <w:multiLevelType w:val="hybridMultilevel"/>
    <w:tmpl w:val="9D705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77976"/>
    <w:multiLevelType w:val="hybridMultilevel"/>
    <w:tmpl w:val="DCEE525C"/>
    <w:lvl w:ilvl="0" w:tplc="3F40EF4C">
      <w:numFmt w:val="bullet"/>
      <w:lvlText w:val="-"/>
      <w:lvlJc w:val="left"/>
      <w:pPr>
        <w:ind w:left="4077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37" w:hanging="360"/>
      </w:pPr>
      <w:rPr>
        <w:rFonts w:ascii="Wingdings" w:hAnsi="Wingdings" w:hint="default"/>
      </w:rPr>
    </w:lvl>
  </w:abstractNum>
  <w:abstractNum w:abstractNumId="15" w15:restartNumberingAfterBreak="0">
    <w:nsid w:val="66860163"/>
    <w:multiLevelType w:val="hybridMultilevel"/>
    <w:tmpl w:val="F43C6006"/>
    <w:lvl w:ilvl="0" w:tplc="0AF6F87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C2A39"/>
    <w:multiLevelType w:val="hybridMultilevel"/>
    <w:tmpl w:val="D25C92CA"/>
    <w:lvl w:ilvl="0" w:tplc="0F465900">
      <w:numFmt w:val="bullet"/>
      <w:lvlText w:val="-"/>
      <w:lvlJc w:val="left"/>
      <w:pPr>
        <w:ind w:left="4077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37" w:hanging="360"/>
      </w:pPr>
      <w:rPr>
        <w:rFonts w:ascii="Wingdings" w:hAnsi="Wingdings" w:hint="default"/>
      </w:rPr>
    </w:lvl>
  </w:abstractNum>
  <w:abstractNum w:abstractNumId="17" w15:restartNumberingAfterBreak="0">
    <w:nsid w:val="70720347"/>
    <w:multiLevelType w:val="hybridMultilevel"/>
    <w:tmpl w:val="B1E2CCDE"/>
    <w:lvl w:ilvl="0" w:tplc="FFFFFFFF">
      <w:start w:val="1"/>
      <w:numFmt w:val="lowerLetter"/>
      <w:lvlText w:val="(%1)"/>
      <w:lvlJc w:val="left"/>
      <w:pPr>
        <w:ind w:left="1080" w:hanging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56A5E"/>
    <w:multiLevelType w:val="hybridMultilevel"/>
    <w:tmpl w:val="E9FC2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A3112"/>
    <w:multiLevelType w:val="hybridMultilevel"/>
    <w:tmpl w:val="D97E6BB6"/>
    <w:lvl w:ilvl="0" w:tplc="FB50C13E">
      <w:numFmt w:val="bullet"/>
      <w:lvlText w:val="-"/>
      <w:lvlJc w:val="left"/>
      <w:pPr>
        <w:tabs>
          <w:tab w:val="num" w:pos="3772"/>
        </w:tabs>
        <w:ind w:left="377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32"/>
        </w:tabs>
        <w:ind w:left="5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652"/>
        </w:tabs>
        <w:ind w:left="66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372"/>
        </w:tabs>
        <w:ind w:left="7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092"/>
        </w:tabs>
        <w:ind w:left="8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12"/>
        </w:tabs>
        <w:ind w:left="88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32"/>
        </w:tabs>
        <w:ind w:left="9532" w:hanging="360"/>
      </w:pPr>
      <w:rPr>
        <w:rFonts w:ascii="Wingdings" w:hAnsi="Wingdings" w:hint="default"/>
      </w:rPr>
    </w:lvl>
  </w:abstractNum>
  <w:abstractNum w:abstractNumId="20" w15:restartNumberingAfterBreak="0">
    <w:nsid w:val="7B3B514C"/>
    <w:multiLevelType w:val="multilevel"/>
    <w:tmpl w:val="2BC82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0892375">
    <w:abstractNumId w:val="10"/>
  </w:num>
  <w:num w:numId="2" w16cid:durableId="1619945824">
    <w:abstractNumId w:val="3"/>
  </w:num>
  <w:num w:numId="3" w16cid:durableId="1753774743">
    <w:abstractNumId w:val="4"/>
  </w:num>
  <w:num w:numId="4" w16cid:durableId="1666083749">
    <w:abstractNumId w:val="11"/>
  </w:num>
  <w:num w:numId="5" w16cid:durableId="836768335">
    <w:abstractNumId w:val="14"/>
  </w:num>
  <w:num w:numId="6" w16cid:durableId="1837839355">
    <w:abstractNumId w:val="16"/>
  </w:num>
  <w:num w:numId="7" w16cid:durableId="1112549824">
    <w:abstractNumId w:val="9"/>
  </w:num>
  <w:num w:numId="8" w16cid:durableId="2053655970">
    <w:abstractNumId w:val="6"/>
  </w:num>
  <w:num w:numId="9" w16cid:durableId="941380332">
    <w:abstractNumId w:val="19"/>
  </w:num>
  <w:num w:numId="10" w16cid:durableId="1474787183">
    <w:abstractNumId w:val="2"/>
  </w:num>
  <w:num w:numId="11" w16cid:durableId="935404486">
    <w:abstractNumId w:val="8"/>
  </w:num>
  <w:num w:numId="12" w16cid:durableId="1156802307">
    <w:abstractNumId w:val="5"/>
  </w:num>
  <w:num w:numId="13" w16cid:durableId="1755711713">
    <w:abstractNumId w:val="12"/>
  </w:num>
  <w:num w:numId="14" w16cid:durableId="981883862">
    <w:abstractNumId w:val="20"/>
  </w:num>
  <w:num w:numId="15" w16cid:durableId="19119307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154540679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  <w:num w:numId="17" w16cid:durableId="648442499">
    <w:abstractNumId w:val="13"/>
  </w:num>
  <w:num w:numId="18" w16cid:durableId="208492643">
    <w:abstractNumId w:val="7"/>
  </w:num>
  <w:num w:numId="19" w16cid:durableId="800271221">
    <w:abstractNumId w:val="15"/>
  </w:num>
  <w:num w:numId="20" w16cid:durableId="965544566">
    <w:abstractNumId w:val="1"/>
  </w:num>
  <w:num w:numId="21" w16cid:durableId="799420516">
    <w:abstractNumId w:val="17"/>
  </w:num>
  <w:num w:numId="22" w16cid:durableId="5054848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FE3"/>
    <w:rsid w:val="00000824"/>
    <w:rsid w:val="00016264"/>
    <w:rsid w:val="00017516"/>
    <w:rsid w:val="00020845"/>
    <w:rsid w:val="000220FB"/>
    <w:rsid w:val="00046CFE"/>
    <w:rsid w:val="00047899"/>
    <w:rsid w:val="00047B9E"/>
    <w:rsid w:val="000549DE"/>
    <w:rsid w:val="00056F7A"/>
    <w:rsid w:val="0006338C"/>
    <w:rsid w:val="000675E9"/>
    <w:rsid w:val="00075310"/>
    <w:rsid w:val="00080233"/>
    <w:rsid w:val="0009463D"/>
    <w:rsid w:val="00095BA8"/>
    <w:rsid w:val="000B0B38"/>
    <w:rsid w:val="000B236D"/>
    <w:rsid w:val="000D6C45"/>
    <w:rsid w:val="000F6D8C"/>
    <w:rsid w:val="00112A61"/>
    <w:rsid w:val="00115CC7"/>
    <w:rsid w:val="001166FD"/>
    <w:rsid w:val="00123586"/>
    <w:rsid w:val="00142C7F"/>
    <w:rsid w:val="00145563"/>
    <w:rsid w:val="00145B69"/>
    <w:rsid w:val="00147B56"/>
    <w:rsid w:val="00156DFE"/>
    <w:rsid w:val="00170620"/>
    <w:rsid w:val="00173260"/>
    <w:rsid w:val="001A1DB3"/>
    <w:rsid w:val="001A26A6"/>
    <w:rsid w:val="001D19D8"/>
    <w:rsid w:val="001E4DD5"/>
    <w:rsid w:val="00202B11"/>
    <w:rsid w:val="00205852"/>
    <w:rsid w:val="00211950"/>
    <w:rsid w:val="00221EDC"/>
    <w:rsid w:val="002403C8"/>
    <w:rsid w:val="002415C7"/>
    <w:rsid w:val="00253AB3"/>
    <w:rsid w:val="00267977"/>
    <w:rsid w:val="00270A81"/>
    <w:rsid w:val="00275109"/>
    <w:rsid w:val="0027603B"/>
    <w:rsid w:val="002816B1"/>
    <w:rsid w:val="00282EE4"/>
    <w:rsid w:val="00283A4C"/>
    <w:rsid w:val="00287BE3"/>
    <w:rsid w:val="00292582"/>
    <w:rsid w:val="002A24DE"/>
    <w:rsid w:val="002A5055"/>
    <w:rsid w:val="002B1C1B"/>
    <w:rsid w:val="002F094A"/>
    <w:rsid w:val="002F0D87"/>
    <w:rsid w:val="002F2496"/>
    <w:rsid w:val="002F439F"/>
    <w:rsid w:val="002F6438"/>
    <w:rsid w:val="00307709"/>
    <w:rsid w:val="00310141"/>
    <w:rsid w:val="003272E1"/>
    <w:rsid w:val="0033009F"/>
    <w:rsid w:val="00333404"/>
    <w:rsid w:val="003368CD"/>
    <w:rsid w:val="003372DC"/>
    <w:rsid w:val="00345305"/>
    <w:rsid w:val="003529A8"/>
    <w:rsid w:val="00354155"/>
    <w:rsid w:val="00363D76"/>
    <w:rsid w:val="0036403D"/>
    <w:rsid w:val="0036605F"/>
    <w:rsid w:val="003772CD"/>
    <w:rsid w:val="003916E4"/>
    <w:rsid w:val="0039677B"/>
    <w:rsid w:val="003A3E68"/>
    <w:rsid w:val="003D2E08"/>
    <w:rsid w:val="003E4FFF"/>
    <w:rsid w:val="003E6C25"/>
    <w:rsid w:val="00427903"/>
    <w:rsid w:val="00446674"/>
    <w:rsid w:val="00451CFB"/>
    <w:rsid w:val="00452D40"/>
    <w:rsid w:val="00456A48"/>
    <w:rsid w:val="00467491"/>
    <w:rsid w:val="004834AC"/>
    <w:rsid w:val="004C45BD"/>
    <w:rsid w:val="004D0300"/>
    <w:rsid w:val="004D15ED"/>
    <w:rsid w:val="004E1229"/>
    <w:rsid w:val="004E4114"/>
    <w:rsid w:val="00513635"/>
    <w:rsid w:val="00526E46"/>
    <w:rsid w:val="00531195"/>
    <w:rsid w:val="00533CEE"/>
    <w:rsid w:val="00542854"/>
    <w:rsid w:val="00557A2A"/>
    <w:rsid w:val="005659B3"/>
    <w:rsid w:val="0058577D"/>
    <w:rsid w:val="00585A0D"/>
    <w:rsid w:val="00597593"/>
    <w:rsid w:val="005A283F"/>
    <w:rsid w:val="005A6098"/>
    <w:rsid w:val="005D0877"/>
    <w:rsid w:val="005F0578"/>
    <w:rsid w:val="00602805"/>
    <w:rsid w:val="00607FA3"/>
    <w:rsid w:val="00637CF5"/>
    <w:rsid w:val="006446E7"/>
    <w:rsid w:val="00647785"/>
    <w:rsid w:val="00652AEE"/>
    <w:rsid w:val="00656089"/>
    <w:rsid w:val="0065706F"/>
    <w:rsid w:val="006646CF"/>
    <w:rsid w:val="006673B2"/>
    <w:rsid w:val="00670620"/>
    <w:rsid w:val="0067274D"/>
    <w:rsid w:val="00672B60"/>
    <w:rsid w:val="006760CD"/>
    <w:rsid w:val="00686445"/>
    <w:rsid w:val="00687EA0"/>
    <w:rsid w:val="00690A22"/>
    <w:rsid w:val="006933DB"/>
    <w:rsid w:val="006A1B68"/>
    <w:rsid w:val="006E399F"/>
    <w:rsid w:val="00705075"/>
    <w:rsid w:val="007137D1"/>
    <w:rsid w:val="007159D8"/>
    <w:rsid w:val="007270DC"/>
    <w:rsid w:val="00730BF1"/>
    <w:rsid w:val="00731BF6"/>
    <w:rsid w:val="00735C39"/>
    <w:rsid w:val="00745F85"/>
    <w:rsid w:val="00747915"/>
    <w:rsid w:val="007540F1"/>
    <w:rsid w:val="00760492"/>
    <w:rsid w:val="007642D2"/>
    <w:rsid w:val="007A16AE"/>
    <w:rsid w:val="007B6915"/>
    <w:rsid w:val="007C08E0"/>
    <w:rsid w:val="007F4EBE"/>
    <w:rsid w:val="00804429"/>
    <w:rsid w:val="008339AC"/>
    <w:rsid w:val="0084429E"/>
    <w:rsid w:val="00847F7C"/>
    <w:rsid w:val="008842D5"/>
    <w:rsid w:val="008B30F8"/>
    <w:rsid w:val="008B37A4"/>
    <w:rsid w:val="008C4FE3"/>
    <w:rsid w:val="008C7484"/>
    <w:rsid w:val="008D27D9"/>
    <w:rsid w:val="0090062D"/>
    <w:rsid w:val="00901CAD"/>
    <w:rsid w:val="00903FAD"/>
    <w:rsid w:val="00907041"/>
    <w:rsid w:val="00911ABF"/>
    <w:rsid w:val="009157B2"/>
    <w:rsid w:val="00921F55"/>
    <w:rsid w:val="0092720F"/>
    <w:rsid w:val="00947753"/>
    <w:rsid w:val="00965E4F"/>
    <w:rsid w:val="00974B6D"/>
    <w:rsid w:val="00974ECC"/>
    <w:rsid w:val="009865B7"/>
    <w:rsid w:val="00990A07"/>
    <w:rsid w:val="009A6752"/>
    <w:rsid w:val="009C4282"/>
    <w:rsid w:val="009C7C8C"/>
    <w:rsid w:val="009D198C"/>
    <w:rsid w:val="009D3F18"/>
    <w:rsid w:val="009D775F"/>
    <w:rsid w:val="009E4954"/>
    <w:rsid w:val="009E78A7"/>
    <w:rsid w:val="00A11D14"/>
    <w:rsid w:val="00A253C0"/>
    <w:rsid w:val="00A36835"/>
    <w:rsid w:val="00A429C5"/>
    <w:rsid w:val="00A42D66"/>
    <w:rsid w:val="00A45EDF"/>
    <w:rsid w:val="00A50638"/>
    <w:rsid w:val="00A64E1B"/>
    <w:rsid w:val="00A87757"/>
    <w:rsid w:val="00A91FD5"/>
    <w:rsid w:val="00A92454"/>
    <w:rsid w:val="00AA03F9"/>
    <w:rsid w:val="00AA589F"/>
    <w:rsid w:val="00AB167F"/>
    <w:rsid w:val="00AB26E2"/>
    <w:rsid w:val="00AD6508"/>
    <w:rsid w:val="00AF3A64"/>
    <w:rsid w:val="00B018CA"/>
    <w:rsid w:val="00B20D0F"/>
    <w:rsid w:val="00B22344"/>
    <w:rsid w:val="00B36847"/>
    <w:rsid w:val="00B44253"/>
    <w:rsid w:val="00B45344"/>
    <w:rsid w:val="00B70961"/>
    <w:rsid w:val="00B80160"/>
    <w:rsid w:val="00B80E19"/>
    <w:rsid w:val="00BA4F26"/>
    <w:rsid w:val="00BF106B"/>
    <w:rsid w:val="00BF2763"/>
    <w:rsid w:val="00C2231B"/>
    <w:rsid w:val="00C2346C"/>
    <w:rsid w:val="00C31B11"/>
    <w:rsid w:val="00C37453"/>
    <w:rsid w:val="00C42A12"/>
    <w:rsid w:val="00C46A6F"/>
    <w:rsid w:val="00C537AD"/>
    <w:rsid w:val="00C638AB"/>
    <w:rsid w:val="00C961AE"/>
    <w:rsid w:val="00CA5DA7"/>
    <w:rsid w:val="00CB255A"/>
    <w:rsid w:val="00CB4766"/>
    <w:rsid w:val="00CC14EC"/>
    <w:rsid w:val="00CD5EAF"/>
    <w:rsid w:val="00CE3529"/>
    <w:rsid w:val="00CF2A4B"/>
    <w:rsid w:val="00D0198A"/>
    <w:rsid w:val="00D01EB6"/>
    <w:rsid w:val="00D115A4"/>
    <w:rsid w:val="00D2544F"/>
    <w:rsid w:val="00D366A9"/>
    <w:rsid w:val="00D47565"/>
    <w:rsid w:val="00D521A4"/>
    <w:rsid w:val="00D5594E"/>
    <w:rsid w:val="00D57F2C"/>
    <w:rsid w:val="00D90C4A"/>
    <w:rsid w:val="00DB361B"/>
    <w:rsid w:val="00DB64CB"/>
    <w:rsid w:val="00DC2551"/>
    <w:rsid w:val="00DD1701"/>
    <w:rsid w:val="00DD1E78"/>
    <w:rsid w:val="00DE05DC"/>
    <w:rsid w:val="00DE2713"/>
    <w:rsid w:val="00DF0622"/>
    <w:rsid w:val="00E1172D"/>
    <w:rsid w:val="00E14BE5"/>
    <w:rsid w:val="00E15E1C"/>
    <w:rsid w:val="00E21F9A"/>
    <w:rsid w:val="00E4239B"/>
    <w:rsid w:val="00E42FB9"/>
    <w:rsid w:val="00E671E3"/>
    <w:rsid w:val="00E74DD4"/>
    <w:rsid w:val="00EA4D8F"/>
    <w:rsid w:val="00EC040C"/>
    <w:rsid w:val="00ED7B97"/>
    <w:rsid w:val="00EE729D"/>
    <w:rsid w:val="00F0424F"/>
    <w:rsid w:val="00F07E0E"/>
    <w:rsid w:val="00F1471D"/>
    <w:rsid w:val="00F243B6"/>
    <w:rsid w:val="00F30FDC"/>
    <w:rsid w:val="00F36126"/>
    <w:rsid w:val="00F5109C"/>
    <w:rsid w:val="00F61D67"/>
    <w:rsid w:val="00F678B8"/>
    <w:rsid w:val="00F70FDC"/>
    <w:rsid w:val="00F83180"/>
    <w:rsid w:val="00F84CB3"/>
    <w:rsid w:val="00FC536A"/>
    <w:rsid w:val="00FD3963"/>
    <w:rsid w:val="00F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655C82"/>
  <w15:docId w15:val="{0400788A-BAC3-4A78-807A-ADBC8304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74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qFormat/>
    <w:rsid w:val="0039677B"/>
    <w:pPr>
      <w:keepNext/>
      <w:tabs>
        <w:tab w:val="right" w:pos="9781"/>
      </w:tabs>
      <w:ind w:right="194"/>
      <w:outlineLvl w:val="1"/>
    </w:pPr>
    <w:rPr>
      <w:rFonts w:ascii="Arial" w:hAnsi="Arial"/>
      <w:b/>
      <w:bCs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74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qFormat/>
    <w:rsid w:val="0039677B"/>
    <w:pPr>
      <w:keepNext/>
      <w:widowControl w:val="0"/>
      <w:tabs>
        <w:tab w:val="center" w:pos="4512"/>
      </w:tabs>
      <w:snapToGrid w:val="0"/>
      <w:jc w:val="center"/>
      <w:outlineLvl w:val="3"/>
    </w:pPr>
    <w:rPr>
      <w:rFonts w:ascii="Arial" w:eastAsia="Arial Unicode MS" w:hAnsi="Arial"/>
      <w:sz w:val="22"/>
      <w:szCs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0770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677B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BodyText">
    <w:name w:val="Body Text"/>
    <w:basedOn w:val="Normal"/>
    <w:rsid w:val="0039677B"/>
    <w:pPr>
      <w:tabs>
        <w:tab w:val="left" w:pos="1134"/>
        <w:tab w:val="left" w:pos="5668"/>
      </w:tabs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styleId="BodyTextIndent">
    <w:name w:val="Body Text Indent"/>
    <w:basedOn w:val="Normal"/>
    <w:rsid w:val="0039677B"/>
    <w:pPr>
      <w:ind w:left="440" w:hanging="425"/>
      <w:jc w:val="both"/>
    </w:pPr>
    <w:rPr>
      <w:rFonts w:ascii="Arial" w:hAnsi="Arial" w:cs="Arial"/>
      <w:sz w:val="18"/>
      <w:szCs w:val="18"/>
      <w:lang w:val="en-GB"/>
    </w:rPr>
  </w:style>
  <w:style w:type="paragraph" w:styleId="FootnoteText">
    <w:name w:val="footnote text"/>
    <w:basedOn w:val="Normal"/>
    <w:semiHidden/>
    <w:rsid w:val="0039677B"/>
    <w:rPr>
      <w:sz w:val="20"/>
      <w:szCs w:val="20"/>
      <w:lang w:val="en-GB"/>
    </w:rPr>
  </w:style>
  <w:style w:type="character" w:styleId="FootnoteReference">
    <w:name w:val="footnote reference"/>
    <w:semiHidden/>
    <w:rsid w:val="0039677B"/>
    <w:rPr>
      <w:vertAlign w:val="superscript"/>
    </w:rPr>
  </w:style>
  <w:style w:type="character" w:styleId="PageNumber">
    <w:name w:val="page number"/>
    <w:basedOn w:val="DefaultParagraphFont"/>
    <w:rsid w:val="0039677B"/>
  </w:style>
  <w:style w:type="paragraph" w:customStyle="1" w:styleId="NormalArial">
    <w:name w:val="Normal + Arial"/>
    <w:basedOn w:val="Normal"/>
    <w:rsid w:val="0039677B"/>
    <w:pPr>
      <w:widowControl w:val="0"/>
      <w:tabs>
        <w:tab w:val="left" w:pos="709"/>
        <w:tab w:val="left" w:pos="3119"/>
        <w:tab w:val="right" w:pos="9923"/>
      </w:tabs>
      <w:snapToGrid w:val="0"/>
      <w:ind w:left="1134" w:right="142" w:hanging="1134"/>
      <w:jc w:val="both"/>
    </w:pPr>
    <w:rPr>
      <w:rFonts w:ascii="Arial" w:hAnsi="Arial" w:cs="Arial"/>
      <w:bCs/>
      <w:sz w:val="20"/>
      <w:szCs w:val="20"/>
      <w:lang w:val="en-GB"/>
    </w:rPr>
  </w:style>
  <w:style w:type="paragraph" w:styleId="Footer">
    <w:name w:val="footer"/>
    <w:basedOn w:val="Normal"/>
    <w:link w:val="FooterChar"/>
    <w:rsid w:val="0070507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05075"/>
    <w:rPr>
      <w:sz w:val="24"/>
      <w:szCs w:val="24"/>
      <w:lang w:eastAsia="en-US"/>
    </w:rPr>
  </w:style>
  <w:style w:type="paragraph" w:styleId="ListParagraph">
    <w:name w:val="List Paragraph"/>
    <w:aliases w:val="Main numbered paragraph,List Paragraph (numbered (a)),Normal 2,References,List_Paragraph,Multilevel para_II,List Paragraph1,Numbered List Paragraph,Bullets,Colorful List - Accent 11,123 List Paragraph,Body,Bullet,Normal 2 DC,Liste 1"/>
    <w:basedOn w:val="Normal"/>
    <w:link w:val="ListParagraphChar"/>
    <w:uiPriority w:val="34"/>
    <w:qFormat/>
    <w:rsid w:val="00CD5EAF"/>
    <w:pPr>
      <w:ind w:left="720"/>
      <w:contextualSpacing/>
    </w:pPr>
  </w:style>
  <w:style w:type="character" w:styleId="Hyperlink">
    <w:name w:val="Hyperlink"/>
    <w:basedOn w:val="DefaultParagraphFont"/>
    <w:rsid w:val="003772CD"/>
    <w:rPr>
      <w:color w:val="0000FF" w:themeColor="hyperlink"/>
      <w:u w:val="single"/>
    </w:rPr>
  </w:style>
  <w:style w:type="paragraph" w:customStyle="1" w:styleId="CarCar">
    <w:name w:val="Car Car"/>
    <w:basedOn w:val="Normal"/>
    <w:rsid w:val="00363D76"/>
    <w:rPr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510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109C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A36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83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0220FB"/>
    <w:rPr>
      <w:color w:val="800080" w:themeColor="followedHyperlink"/>
      <w:u w:val="single"/>
    </w:rPr>
  </w:style>
  <w:style w:type="paragraph" w:styleId="BodyTextIndent3">
    <w:name w:val="Body Text Indent 3"/>
    <w:basedOn w:val="Normal"/>
    <w:link w:val="BodyTextIndent3Char"/>
    <w:semiHidden/>
    <w:unhideWhenUsed/>
    <w:rsid w:val="00907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07041"/>
    <w:rPr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4674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674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46749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67491"/>
    <w:rPr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0770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17516"/>
    <w:pPr>
      <w:spacing w:before="100" w:beforeAutospacing="1" w:after="100" w:afterAutospacing="1"/>
    </w:pPr>
    <w:rPr>
      <w:lang w:eastAsia="zh-CN"/>
    </w:rPr>
  </w:style>
  <w:style w:type="character" w:customStyle="1" w:styleId="ListParagraphChar">
    <w:name w:val="List Paragraph Char"/>
    <w:aliases w:val="Main numbered paragraph Char,List Paragraph (numbered (a)) Char,Normal 2 Char,References Char,List_Paragraph Char,Multilevel para_II Char,List Paragraph1 Char,Numbered List Paragraph Char,Bullets Char,Colorful List - Accent 11 Char"/>
    <w:basedOn w:val="DefaultParagraphFont"/>
    <w:link w:val="ListParagraph"/>
    <w:uiPriority w:val="34"/>
    <w:locked/>
    <w:rsid w:val="003368C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4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9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1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ratzheller\OneDrive%20-%20WMO\M_Drive\Documents\My%20Files,%20WMO\JDs\D1%20Director%20LCA,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23DB59F54C6D4D84485B6B7FA0EF3C" ma:contentTypeVersion="16" ma:contentTypeDescription="Create a new document." ma:contentTypeScope="" ma:versionID="faafb1c4eee2b132de383d6b7cff0a49">
  <xsd:schema xmlns:xsd="http://www.w3.org/2001/XMLSchema" xmlns:xs="http://www.w3.org/2001/XMLSchema" xmlns:p="http://schemas.microsoft.com/office/2006/metadata/properties" xmlns:ns2="04082013-c614-43e8-8f56-8882751e3115" xmlns:ns3="e1ea5536-24b9-4260-9b17-7e1470af8550" targetNamespace="http://schemas.microsoft.com/office/2006/metadata/properties" ma:root="true" ma:fieldsID="c6a89d75bb722ba8dccfe5040667c128" ns2:_="" ns3:_="">
    <xsd:import namespace="04082013-c614-43e8-8f56-8882751e3115"/>
    <xsd:import namespace="e1ea5536-24b9-4260-9b17-7e1470af8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82013-c614-43e8-8f56-8882751e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a3b380-abf6-46f2-87bb-c2c114de1c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a5536-24b9-4260-9b17-7e1470af8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ec3e94-8cd9-423c-8b95-ad4aad92f9cd}" ma:internalName="TaxCatchAll" ma:showField="CatchAllData" ma:web="e1ea5536-24b9-4260-9b17-7e1470af8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m="http://schemas.openxmlformats.org/officeDocument/2006/math" xmlns:w="http://schemas.openxmlformats.org/wordprocessingml/2006/main" SelectedStyle="\APA.XSL" StyleName="APA"/>
</file>

<file path=customXml/item4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lcf76f155ced4ddcb4097134ff3c332f xmlns="04082013-c614-43e8-8f56-8882751e3115">
      <Terms xmlns="http://schemas.microsoft.com/office/infopath/2007/PartnerControls"/>
    </lcf76f155ced4ddcb4097134ff3c332f>
    <TaxCatchAll xmlns="e1ea5536-24b9-4260-9b17-7e1470af8550" xsi:nil="true"/>
  </documentManagement>
</p:properties>
</file>

<file path=customXml/itemProps1.xml><?xml version="1.0" encoding="utf-8"?>
<ds:datastoreItem xmlns:ds="http://schemas.openxmlformats.org/officeDocument/2006/customXml" ds:itemID="{205E277C-4783-4C63-9D07-8BD41B831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6BB395-EBD8-44ED-A5AF-D3FF383E71BC}"/>
</file>

<file path=customXml/itemProps3.xml><?xml version="1.0" encoding="utf-8"?>
<ds:datastoreItem xmlns:ds="http://schemas.openxmlformats.org/officeDocument/2006/customXml" ds:itemID="{1E193157-D334-47B0-A86D-5243A1651E7F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microsoft.com/office/word/2010/wordprocessingShape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openxmlformats.org/officeDocument/2006/relationships"/>
    <ds:schemaRef ds:uri="http://schemas.microsoft.com/office/word/2010/wordml"/>
    <ds:schemaRef ds:uri="http://schemas.openxmlformats.org/officeDocument/2006/math"/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3ACDD22F-168B-4F0C-BC15-A44FBF0433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 Director LCA, Final</Template>
  <TotalTime>14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GENÈVE, le ------</vt:lpstr>
      <vt:lpstr>GENÈVE, le ------</vt:lpstr>
    </vt:vector>
  </TitlesOfParts>
  <Company>wmo</Company>
  <LinksUpToDate>false</LinksUpToDate>
  <CharactersWithSpaces>3183</CharactersWithSpaces>
  <SharedDoc>false</SharedDoc>
  <HLinks>
    <vt:vector size="6" baseType="variant">
      <vt:variant>
        <vt:i4>5177428</vt:i4>
      </vt:variant>
      <vt:variant>
        <vt:i4>0</vt:i4>
      </vt:variant>
      <vt:variant>
        <vt:i4>0</vt:i4>
      </vt:variant>
      <vt:variant>
        <vt:i4>5</vt:i4>
      </vt:variant>
      <vt:variant>
        <vt:lpwstr>http://www.wmo.int/vacancies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GENÈVE, le ------</dc:title>
  <dc:subject/>
  <dc:creator>Johannes Kratzheller</dc:creator>
  <cp:keywords/>
  <dc:description/>
  <cp:lastModifiedBy>Chenchen Hu</cp:lastModifiedBy>
  <cp:revision>11</cp:revision>
  <cp:lastPrinted>2020-03-09T14:23:00Z</cp:lastPrinted>
  <dcterms:created xsi:type="dcterms:W3CDTF">2021-08-17T08:52:00Z</dcterms:created>
  <dcterms:modified xsi:type="dcterms:W3CDTF">2023-05-16T06:40:00Z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0x0101007A23DB59F54C6D4D84485B6B7FA0EF3C</vt:lpwstr>
  </property>
  <property fmtid="{D5CDD505-2E9C-101B-9397-08002B2CF9AE}" pid="3" name="GrammarlyDocumentId">
    <vt:lpwstr>08802e79dad05f0ce1843781f24af1010f4c2389f2b8509e91b5232d659a7d6a</vt:lpwstr>
  </property>
</Properties>
</file>